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ADEED" w14:textId="77777777" w:rsidR="00AC0AC5" w:rsidRDefault="00AC0AC5" w:rsidP="008F2318">
      <w:pPr>
        <w:spacing w:line="360" w:lineRule="auto"/>
        <w:ind w:right="283"/>
        <w:rPr>
          <w:rFonts w:ascii="Frutiger Neue LT Pro Light" w:hAnsi="Frutiger Neue LT Pro Light" w:cs="Arial"/>
          <w:b/>
        </w:rPr>
      </w:pPr>
    </w:p>
    <w:p w14:paraId="72A6E001" w14:textId="1A325203" w:rsidR="00D76989" w:rsidRPr="00D76989" w:rsidRDefault="00CB164F" w:rsidP="008F2318">
      <w:pPr>
        <w:spacing w:line="360" w:lineRule="auto"/>
        <w:ind w:right="283"/>
        <w:rPr>
          <w:rFonts w:ascii="Frutiger Neue LT Pro Light" w:hAnsi="Frutiger Neue LT Pro Light"/>
          <w:b/>
          <w:sz w:val="28"/>
          <w:szCs w:val="28"/>
        </w:rPr>
      </w:pPr>
      <w:r>
        <w:rPr>
          <w:rFonts w:ascii="Frutiger Neue LT Pro Light" w:hAnsi="Frutiger Neue LT Pro Light"/>
          <w:b/>
          <w:sz w:val="32"/>
          <w:szCs w:val="32"/>
        </w:rPr>
        <w:t xml:space="preserve">ERLUS Forum </w:t>
      </w:r>
      <w:r w:rsidR="00BA2F68">
        <w:rPr>
          <w:rFonts w:ascii="Frutiger Neue LT Pro Light" w:hAnsi="Frutiger Neue LT Pro Light"/>
          <w:b/>
          <w:sz w:val="32"/>
          <w:szCs w:val="32"/>
        </w:rPr>
        <w:t>on tour: Wenn Handwerk, Wissenschaft und Wirtschaft miteinander ins Gespräch kommen</w:t>
      </w:r>
    </w:p>
    <w:p w14:paraId="06EC8DE0" w14:textId="77777777" w:rsidR="00B217B3" w:rsidRDefault="00B217B3" w:rsidP="008F2318">
      <w:pPr>
        <w:spacing w:line="360" w:lineRule="auto"/>
        <w:ind w:right="283"/>
        <w:rPr>
          <w:rFonts w:ascii="Frutiger Neue LT Pro Light" w:hAnsi="Frutiger Neue LT Pro Light" w:cs="Arial"/>
          <w:b/>
          <w:sz w:val="28"/>
          <w:szCs w:val="28"/>
        </w:rPr>
      </w:pPr>
    </w:p>
    <w:p w14:paraId="7218B417" w14:textId="6FD3AEA7" w:rsidR="00CB164F" w:rsidRPr="00CB164F" w:rsidRDefault="00CB164F" w:rsidP="008F2318">
      <w:pPr>
        <w:spacing w:line="360" w:lineRule="auto"/>
        <w:ind w:right="283"/>
        <w:rPr>
          <w:rFonts w:ascii="Frutiger Neue LT Pro Light" w:hAnsi="Frutiger Neue LT Pro Light" w:cs="Arial"/>
          <w:bCs/>
          <w:i/>
          <w:iCs/>
        </w:rPr>
      </w:pPr>
      <w:r w:rsidRPr="00CB164F">
        <w:rPr>
          <w:rFonts w:ascii="Frutiger Neue LT Pro Light" w:hAnsi="Frutiger Neue LT Pro Light" w:cs="Arial"/>
          <w:bCs/>
          <w:i/>
          <w:iCs/>
        </w:rPr>
        <w:t>Von Bianca Marklstorfer, Marketing ERLUS AG</w:t>
      </w:r>
    </w:p>
    <w:p w14:paraId="036C6A1C" w14:textId="77777777" w:rsidR="00CB164F" w:rsidRPr="00CB164F" w:rsidRDefault="00CB164F" w:rsidP="008F2318">
      <w:pPr>
        <w:spacing w:line="360" w:lineRule="auto"/>
        <w:ind w:right="283"/>
        <w:rPr>
          <w:rFonts w:ascii="Frutiger Neue LT Pro Light" w:hAnsi="Frutiger Neue LT Pro Light" w:cs="Arial"/>
          <w:bCs/>
          <w:i/>
          <w:iCs/>
        </w:rPr>
      </w:pPr>
    </w:p>
    <w:p w14:paraId="070726F8" w14:textId="39276ECD" w:rsidR="00C34C77" w:rsidRDefault="00CB164F" w:rsidP="008F2318">
      <w:pPr>
        <w:autoSpaceDE w:val="0"/>
        <w:autoSpaceDN w:val="0"/>
        <w:adjustRightInd w:val="0"/>
        <w:spacing w:line="360" w:lineRule="auto"/>
        <w:ind w:right="283"/>
        <w:rPr>
          <w:rFonts w:ascii="Frutiger Neue LT Pro Light" w:hAnsi="Frutiger Neue LT Pro Light"/>
          <w:b/>
        </w:rPr>
      </w:pPr>
      <w:r>
        <w:rPr>
          <w:rFonts w:ascii="Frutiger Neue LT Pro Light" w:hAnsi="Frutiger Neue LT Pro Light"/>
          <w:b/>
        </w:rPr>
        <w:t>Neufahrn</w:t>
      </w:r>
      <w:r w:rsidR="00C34C77">
        <w:rPr>
          <w:rFonts w:ascii="Frutiger Neue LT Pro Light" w:hAnsi="Frutiger Neue LT Pro Light"/>
          <w:b/>
        </w:rPr>
        <w:t>, 02</w:t>
      </w:r>
      <w:r w:rsidR="007D11D2">
        <w:rPr>
          <w:rFonts w:ascii="Frutiger Neue LT Pro Light" w:hAnsi="Frutiger Neue LT Pro Light"/>
          <w:b/>
        </w:rPr>
        <w:t>.</w:t>
      </w:r>
      <w:r w:rsidR="00BA2F68">
        <w:rPr>
          <w:rFonts w:ascii="Frutiger Neue LT Pro Light" w:hAnsi="Frutiger Neue LT Pro Light"/>
          <w:b/>
        </w:rPr>
        <w:t xml:space="preserve"> Februar </w:t>
      </w:r>
      <w:r w:rsidR="007D11D2">
        <w:rPr>
          <w:rFonts w:ascii="Frutiger Neue LT Pro Light" w:hAnsi="Frutiger Neue LT Pro Light"/>
          <w:b/>
        </w:rPr>
        <w:t>2026</w:t>
      </w:r>
      <w:r>
        <w:rPr>
          <w:rFonts w:ascii="Frutiger Neue LT Pro Light" w:hAnsi="Frutiger Neue LT Pro Light"/>
          <w:b/>
        </w:rPr>
        <w:t xml:space="preserve">. Menschen vernetzen, Wissen teilen: </w:t>
      </w:r>
      <w:r w:rsidR="00BA2F68">
        <w:rPr>
          <w:rFonts w:ascii="Frutiger Neue LT Pro Light" w:hAnsi="Frutiger Neue LT Pro Light"/>
          <w:b/>
        </w:rPr>
        <w:t xml:space="preserve">Es gibt Veranstaltungen, </w:t>
      </w:r>
      <w:r w:rsidR="00476339">
        <w:rPr>
          <w:rFonts w:ascii="Frutiger Neue LT Pro Light" w:hAnsi="Frutiger Neue LT Pro Light"/>
          <w:b/>
        </w:rPr>
        <w:t>nach</w:t>
      </w:r>
      <w:r w:rsidR="00BA2F68">
        <w:rPr>
          <w:rFonts w:ascii="Frutiger Neue LT Pro Light" w:hAnsi="Frutiger Neue LT Pro Light"/>
          <w:b/>
        </w:rPr>
        <w:t xml:space="preserve"> denen man nach Hause geht und klüger ist als zuvor. Und es gibt solche, bei denen man zusätzlich das Gefühl hat, Teil von etwas Größerem zu sein. Das ERLUS Forum gehört seit Jahren zur zweiten Kategorie. 20</w:t>
      </w:r>
      <w:r w:rsidR="00024B4F">
        <w:rPr>
          <w:rFonts w:ascii="Frutiger Neue LT Pro Light" w:hAnsi="Frutiger Neue LT Pro Light"/>
          <w:b/>
        </w:rPr>
        <w:t>2</w:t>
      </w:r>
      <w:r w:rsidR="00BA2F68">
        <w:rPr>
          <w:rFonts w:ascii="Frutiger Neue LT Pro Light" w:hAnsi="Frutiger Neue LT Pro Light"/>
          <w:b/>
        </w:rPr>
        <w:t xml:space="preserve">6 geht es erstmals auf Reisen und macht als ERLUS Forum on tour in deutschen Städten Station. </w:t>
      </w:r>
    </w:p>
    <w:p w14:paraId="0ADAF924" w14:textId="77777777" w:rsidR="00C34C77" w:rsidRDefault="00C34C77" w:rsidP="008F2318">
      <w:pPr>
        <w:autoSpaceDE w:val="0"/>
        <w:autoSpaceDN w:val="0"/>
        <w:adjustRightInd w:val="0"/>
        <w:spacing w:line="360" w:lineRule="auto"/>
        <w:ind w:right="283"/>
        <w:rPr>
          <w:rFonts w:ascii="Frutiger Neue LT Pro Light" w:hAnsi="Frutiger Neue LT Pro Light"/>
          <w:b/>
        </w:rPr>
      </w:pPr>
    </w:p>
    <w:p w14:paraId="2C0703DE" w14:textId="0A005FF9" w:rsidR="00476339" w:rsidRDefault="00BA2F68" w:rsidP="008F2318">
      <w:pPr>
        <w:autoSpaceDE w:val="0"/>
        <w:autoSpaceDN w:val="0"/>
        <w:adjustRightInd w:val="0"/>
        <w:spacing w:line="360" w:lineRule="auto"/>
        <w:ind w:right="283"/>
        <w:rPr>
          <w:rFonts w:ascii="Frutiger Neue LT Pro Light" w:hAnsi="Frutiger Neue LT Pro Light"/>
          <w:bCs/>
        </w:rPr>
      </w:pPr>
      <w:r>
        <w:rPr>
          <w:rFonts w:ascii="Frutiger Neue LT Pro Light" w:hAnsi="Frutiger Neue LT Pro Light"/>
          <w:bCs/>
        </w:rPr>
        <w:t>Als Veranstalter öffnet die ERLUS AG damit bewusst einen Raum für Austausch, Orientierung und Diskussion</w:t>
      </w:r>
      <w:r w:rsidR="00476339">
        <w:rPr>
          <w:rFonts w:ascii="Frutiger Neue LT Pro Light" w:hAnsi="Frutiger Neue LT Pro Light"/>
          <w:bCs/>
        </w:rPr>
        <w:t>, f</w:t>
      </w:r>
      <w:r>
        <w:rPr>
          <w:rFonts w:ascii="Frutiger Neue LT Pro Light" w:hAnsi="Frutiger Neue LT Pro Light"/>
          <w:bCs/>
        </w:rPr>
        <w:t>ür Verarbeiter am Dach, für Wissenschaft und für Wirtschaft. Für Menschen, die täglich Entscheidungen treffen müssen, auf der Baustelle, im Betrieb</w:t>
      </w:r>
      <w:r w:rsidR="00024B4F">
        <w:rPr>
          <w:rFonts w:ascii="Frutiger Neue LT Pro Light" w:hAnsi="Frutiger Neue LT Pro Light"/>
          <w:bCs/>
        </w:rPr>
        <w:t xml:space="preserve"> oder </w:t>
      </w:r>
      <w:r>
        <w:rPr>
          <w:rFonts w:ascii="Frutiger Neue LT Pro Light" w:hAnsi="Frutiger Neue LT Pro Light"/>
          <w:bCs/>
        </w:rPr>
        <w:t xml:space="preserve">im Markt. </w:t>
      </w:r>
    </w:p>
    <w:p w14:paraId="692FFC85" w14:textId="77777777" w:rsidR="00476339" w:rsidRPr="00476339" w:rsidRDefault="00476339" w:rsidP="008F2318">
      <w:pPr>
        <w:autoSpaceDE w:val="0"/>
        <w:autoSpaceDN w:val="0"/>
        <w:adjustRightInd w:val="0"/>
        <w:spacing w:line="360" w:lineRule="auto"/>
        <w:ind w:right="283"/>
        <w:rPr>
          <w:rFonts w:ascii="Frutiger Neue LT Pro Light" w:hAnsi="Frutiger Neue LT Pro Light"/>
          <w:bCs/>
        </w:rPr>
      </w:pPr>
    </w:p>
    <w:p w14:paraId="625848DF" w14:textId="6FF085E0" w:rsidR="00476339" w:rsidRDefault="00BA2F68" w:rsidP="00476339">
      <w:pPr>
        <w:tabs>
          <w:tab w:val="left" w:pos="3270"/>
        </w:tabs>
        <w:autoSpaceDE w:val="0"/>
        <w:autoSpaceDN w:val="0"/>
        <w:adjustRightInd w:val="0"/>
        <w:spacing w:line="360" w:lineRule="auto"/>
        <w:ind w:right="283"/>
        <w:rPr>
          <w:rFonts w:ascii="Frutiger Neue LT Pro Light" w:hAnsi="Frutiger Neue LT Pro Light"/>
          <w:b/>
        </w:rPr>
      </w:pPr>
      <w:r>
        <w:rPr>
          <w:rFonts w:ascii="Frutiger Neue LT Pro Light" w:hAnsi="Frutiger Neue LT Pro Light"/>
          <w:b/>
        </w:rPr>
        <w:t>Vernetzen statt belehren</w:t>
      </w:r>
    </w:p>
    <w:p w14:paraId="61047369" w14:textId="77777777" w:rsidR="00476339" w:rsidRPr="00476339" w:rsidRDefault="00476339" w:rsidP="00476339">
      <w:pPr>
        <w:tabs>
          <w:tab w:val="left" w:pos="3270"/>
        </w:tabs>
        <w:autoSpaceDE w:val="0"/>
        <w:autoSpaceDN w:val="0"/>
        <w:adjustRightInd w:val="0"/>
        <w:spacing w:line="360" w:lineRule="auto"/>
        <w:ind w:right="283"/>
        <w:rPr>
          <w:rFonts w:ascii="Frutiger Neue LT Pro Light" w:hAnsi="Frutiger Neue LT Pro Light"/>
          <w:b/>
        </w:rPr>
      </w:pPr>
    </w:p>
    <w:p w14:paraId="41627647" w14:textId="4E817D6A" w:rsidR="00BA2F68" w:rsidRDefault="00BA2F68" w:rsidP="008F2318">
      <w:pPr>
        <w:autoSpaceDE w:val="0"/>
        <w:autoSpaceDN w:val="0"/>
        <w:adjustRightInd w:val="0"/>
        <w:spacing w:line="360" w:lineRule="auto"/>
        <w:ind w:right="283"/>
        <w:rPr>
          <w:rFonts w:ascii="Frutiger Neue LT Pro Light" w:hAnsi="Frutiger Neue LT Pro Light"/>
        </w:rPr>
      </w:pPr>
      <w:r>
        <w:rPr>
          <w:rFonts w:ascii="Frutiger Neue LT Pro Light" w:hAnsi="Frutiger Neue LT Pro Light"/>
        </w:rPr>
        <w:t xml:space="preserve">Was bislang fest mit Rosenheim verbunden war, wächst nun über regionale Grenzen hinaus. Acht Jahre lang hat ERLUS das Forum gemeinsam mit der Zimmerer-Innung Rosenheim </w:t>
      </w:r>
      <w:r w:rsidR="001C31D9">
        <w:rPr>
          <w:rFonts w:ascii="Frutiger Neue LT Pro Light" w:hAnsi="Frutiger Neue LT Pro Light"/>
        </w:rPr>
        <w:t>und</w:t>
      </w:r>
      <w:r>
        <w:rPr>
          <w:rFonts w:ascii="Frutiger Neue LT Pro Light" w:hAnsi="Frutiger Neue LT Pro Light"/>
        </w:rPr>
        <w:t xml:space="preserve"> der Technischen Hochschule Rosenheim </w:t>
      </w:r>
      <w:r w:rsidR="00476339">
        <w:rPr>
          <w:rFonts w:ascii="Frutiger Neue LT Pro Light" w:hAnsi="Frutiger Neue LT Pro Light"/>
        </w:rPr>
        <w:br/>
      </w:r>
      <w:r>
        <w:rPr>
          <w:rFonts w:ascii="Frutiger Neue LT Pro Light" w:hAnsi="Frutiger Neue LT Pro Light"/>
        </w:rPr>
        <w:t>(TH</w:t>
      </w:r>
      <w:r w:rsidR="00476339">
        <w:rPr>
          <w:rFonts w:ascii="Frutiger Neue LT Pro Light" w:hAnsi="Frutiger Neue LT Pro Light"/>
        </w:rPr>
        <w:t xml:space="preserve"> Rosenheim</w:t>
      </w:r>
      <w:r>
        <w:rPr>
          <w:rFonts w:ascii="Frutiger Neue LT Pro Light" w:hAnsi="Frutiger Neue LT Pro Light"/>
        </w:rPr>
        <w:t xml:space="preserve">) etabliert – als Treffpunkt für Handwerk, Forschung und unternehmerische Praxis. Nun bringt der Dachziegel-, Schornstein- und Lüftungsnetzwerkhersteller dieses bewährte Format dorthin, wo seine Partner arbeiten: quer durch Deutschland. </w:t>
      </w:r>
    </w:p>
    <w:p w14:paraId="1AC4A10F" w14:textId="7CF656B5" w:rsidR="001469B3" w:rsidRDefault="00CB164F" w:rsidP="008F2318">
      <w:pPr>
        <w:autoSpaceDE w:val="0"/>
        <w:autoSpaceDN w:val="0"/>
        <w:adjustRightInd w:val="0"/>
        <w:spacing w:line="360" w:lineRule="auto"/>
        <w:ind w:right="283"/>
        <w:rPr>
          <w:rFonts w:ascii="Frutiger Neue LT Pro Light" w:hAnsi="Frutiger Neue LT Pro Light"/>
        </w:rPr>
      </w:pPr>
      <w:r w:rsidRPr="00CC295D">
        <w:rPr>
          <w:rFonts w:ascii="Frutiger Neue LT Pro Light" w:hAnsi="Frutiger Neue LT Pro Light"/>
        </w:rPr>
        <w:t xml:space="preserve">„Unser Forum </w:t>
      </w:r>
      <w:r w:rsidR="00BA2F68" w:rsidRPr="00CC295D">
        <w:rPr>
          <w:rFonts w:ascii="Frutiger Neue LT Pro Light" w:hAnsi="Frutiger Neue LT Pro Light"/>
        </w:rPr>
        <w:t xml:space="preserve">hat immer davon gelebt, dass unterschiedliche Perspektiven aufeinandertreffen“, sagt Guido Hörer, Vertriebsleiter Dachkeramik bei ERLUS. </w:t>
      </w:r>
      <w:r w:rsidR="00BA2F68" w:rsidRPr="00CC295D">
        <w:rPr>
          <w:rFonts w:ascii="Frutiger Neue LT Pro Light" w:hAnsi="Frutiger Neue LT Pro Light"/>
        </w:rPr>
        <w:lastRenderedPageBreak/>
        <w:t>„Handwerk braucht wissenschaftliche Impulse, wirtschaftliche Einordnung und offenen Austausch. Genau das wollen wir nun auch bundesweit ermöglichen.“</w:t>
      </w:r>
      <w:r w:rsidR="00BA2F68">
        <w:rPr>
          <w:rFonts w:ascii="Frutiger Neue LT Pro Light" w:hAnsi="Frutiger Neue LT Pro Light"/>
        </w:rPr>
        <w:t xml:space="preserve"> </w:t>
      </w:r>
    </w:p>
    <w:p w14:paraId="7614F5D6" w14:textId="77777777" w:rsidR="00476339" w:rsidRDefault="00476339" w:rsidP="008F2318">
      <w:pPr>
        <w:autoSpaceDE w:val="0"/>
        <w:autoSpaceDN w:val="0"/>
        <w:adjustRightInd w:val="0"/>
        <w:spacing w:line="360" w:lineRule="auto"/>
        <w:ind w:right="283"/>
        <w:rPr>
          <w:rFonts w:ascii="Frutiger Neue LT Pro Light" w:hAnsi="Frutiger Neue LT Pro Light"/>
        </w:rPr>
      </w:pPr>
    </w:p>
    <w:p w14:paraId="5D7907B9" w14:textId="1668F84E" w:rsidR="007D11D2" w:rsidRDefault="00BA2F68" w:rsidP="008F2318">
      <w:pPr>
        <w:autoSpaceDE w:val="0"/>
        <w:autoSpaceDN w:val="0"/>
        <w:adjustRightInd w:val="0"/>
        <w:spacing w:line="360" w:lineRule="auto"/>
        <w:ind w:right="283"/>
        <w:rPr>
          <w:rFonts w:ascii="Frutiger Neue LT Pro Light" w:hAnsi="Frutiger Neue LT Pro Light"/>
          <w:b/>
          <w:bCs/>
        </w:rPr>
      </w:pPr>
      <w:r>
        <w:rPr>
          <w:rFonts w:ascii="Frutiger Neue LT Pro Light" w:hAnsi="Frutiger Neue LT Pro Light"/>
          <w:b/>
          <w:bCs/>
        </w:rPr>
        <w:t>Auftakt in Frankfurt</w:t>
      </w:r>
    </w:p>
    <w:p w14:paraId="22BF955F" w14:textId="77777777" w:rsidR="00476339" w:rsidRPr="007D11D2" w:rsidRDefault="00476339" w:rsidP="008F2318">
      <w:pPr>
        <w:autoSpaceDE w:val="0"/>
        <w:autoSpaceDN w:val="0"/>
        <w:adjustRightInd w:val="0"/>
        <w:spacing w:line="360" w:lineRule="auto"/>
        <w:ind w:right="283"/>
        <w:rPr>
          <w:rFonts w:ascii="Frutiger Neue LT Pro Light" w:hAnsi="Frutiger Neue LT Pro Light"/>
          <w:b/>
          <w:bCs/>
        </w:rPr>
      </w:pPr>
    </w:p>
    <w:p w14:paraId="5C11DF67" w14:textId="4D6D59F4" w:rsidR="00BA2F68" w:rsidRDefault="00BA2F68" w:rsidP="008F2318">
      <w:pPr>
        <w:autoSpaceDE w:val="0"/>
        <w:autoSpaceDN w:val="0"/>
        <w:adjustRightInd w:val="0"/>
        <w:spacing w:line="360" w:lineRule="auto"/>
        <w:ind w:right="283"/>
        <w:rPr>
          <w:rFonts w:ascii="Frutiger Neue LT Pro Light" w:hAnsi="Frutiger Neue LT Pro Light"/>
        </w:rPr>
      </w:pPr>
      <w:r>
        <w:rPr>
          <w:rFonts w:ascii="Frutiger Neue LT Pro Light" w:hAnsi="Frutiger Neue LT Pro Light"/>
        </w:rPr>
        <w:t>Der Startschuss fällt am</w:t>
      </w:r>
      <w:r w:rsidR="00024B4F">
        <w:rPr>
          <w:rFonts w:ascii="Frutiger Neue LT Pro Light" w:hAnsi="Frutiger Neue LT Pro Light"/>
        </w:rPr>
        <w:t xml:space="preserve"> 0</w:t>
      </w:r>
      <w:r>
        <w:rPr>
          <w:rFonts w:ascii="Frutiger Neue LT Pro Light" w:hAnsi="Frutiger Neue LT Pro Light"/>
        </w:rPr>
        <w:t>6. Februar 2026 i</w:t>
      </w:r>
      <w:r w:rsidR="00C64DA0">
        <w:rPr>
          <w:rFonts w:ascii="Frutiger Neue LT Pro Light" w:hAnsi="Frutiger Neue LT Pro Light"/>
        </w:rPr>
        <w:t>n dem</w:t>
      </w:r>
      <w:r>
        <w:rPr>
          <w:rFonts w:ascii="Frutiger Neue LT Pro Light" w:hAnsi="Frutiger Neue LT Pro Light"/>
        </w:rPr>
        <w:t xml:space="preserve"> Deutsche Bank Park in Frankfurt. Auf der Bühne stehen Referenten, die nicht belehren, sondern einordnen und zeigen, wie Zukunft konkret wird: </w:t>
      </w:r>
    </w:p>
    <w:p w14:paraId="76C37E04" w14:textId="77777777" w:rsidR="00BA2F68" w:rsidRDefault="00BA2F68" w:rsidP="008F2318">
      <w:pPr>
        <w:autoSpaceDE w:val="0"/>
        <w:autoSpaceDN w:val="0"/>
        <w:adjustRightInd w:val="0"/>
        <w:spacing w:line="360" w:lineRule="auto"/>
        <w:ind w:right="283"/>
        <w:rPr>
          <w:rFonts w:ascii="Frutiger Neue LT Pro Light" w:hAnsi="Frutiger Neue LT Pro Light"/>
        </w:rPr>
      </w:pPr>
    </w:p>
    <w:p w14:paraId="1A265D16" w14:textId="18284FA9" w:rsidR="00BA2F68" w:rsidRPr="00BA2F68" w:rsidRDefault="00BA2F68" w:rsidP="00542D0A">
      <w:pPr>
        <w:pStyle w:val="Listenabsatz"/>
        <w:numPr>
          <w:ilvl w:val="0"/>
          <w:numId w:val="7"/>
        </w:numPr>
        <w:autoSpaceDE w:val="0"/>
        <w:autoSpaceDN w:val="0"/>
        <w:adjustRightInd w:val="0"/>
        <w:spacing w:line="360" w:lineRule="auto"/>
        <w:ind w:right="283"/>
        <w:rPr>
          <w:rFonts w:ascii="Frutiger Neue LT Pro Light" w:hAnsi="Frutiger Neue LT Pro Light" w:cs="Arial"/>
          <w:color w:val="000000"/>
        </w:rPr>
      </w:pPr>
      <w:r w:rsidRPr="00BA2F68">
        <w:rPr>
          <w:rFonts w:ascii="Frutiger Neue LT Pro Light" w:hAnsi="Frutiger Neue LT Pro Light"/>
          <w:b/>
          <w:bCs/>
        </w:rPr>
        <w:t>Wolf Hirschmann</w:t>
      </w:r>
      <w:r w:rsidRPr="00BA2F68">
        <w:rPr>
          <w:rFonts w:ascii="Frutiger Neue LT Pro Light" w:hAnsi="Frutiger Neue LT Pro Light"/>
        </w:rPr>
        <w:t>, Marketing</w:t>
      </w:r>
      <w:r w:rsidR="00476339">
        <w:rPr>
          <w:rFonts w:ascii="Frutiger Neue LT Pro Light" w:hAnsi="Frutiger Neue LT Pro Light"/>
        </w:rPr>
        <w:t>-</w:t>
      </w:r>
      <w:r w:rsidRPr="00BA2F68">
        <w:rPr>
          <w:rFonts w:ascii="Frutiger Neue LT Pro Light" w:hAnsi="Frutiger Neue LT Pro Light"/>
        </w:rPr>
        <w:t xml:space="preserve"> und Vertriebsberater, über Gestaltungswillen und Zukunftsfähigkeit im Handwerk mit dem Thema: </w:t>
      </w:r>
      <w:r w:rsidRPr="00024B4F">
        <w:rPr>
          <w:rFonts w:ascii="Frutiger Neue LT Pro Light" w:hAnsi="Frutiger Neue LT Pro Light"/>
          <w:b/>
          <w:bCs/>
        </w:rPr>
        <w:t>Morgen möglich machen.</w:t>
      </w:r>
    </w:p>
    <w:p w14:paraId="1A10022A" w14:textId="625DF9C6" w:rsidR="00BA2F68" w:rsidRDefault="00AC4D74" w:rsidP="00F070BD">
      <w:pPr>
        <w:pStyle w:val="Listenabsatz"/>
        <w:numPr>
          <w:ilvl w:val="0"/>
          <w:numId w:val="7"/>
        </w:numPr>
        <w:autoSpaceDE w:val="0"/>
        <w:autoSpaceDN w:val="0"/>
        <w:adjustRightInd w:val="0"/>
        <w:spacing w:line="360" w:lineRule="auto"/>
        <w:ind w:right="283"/>
        <w:rPr>
          <w:rFonts w:ascii="Frutiger Neue LT Pro Light" w:hAnsi="Frutiger Neue LT Pro Light" w:cs="Arial"/>
          <w:color w:val="000000"/>
        </w:rPr>
      </w:pPr>
      <w:r>
        <w:rPr>
          <w:rFonts w:ascii="Frutiger Neue LT Pro Light" w:hAnsi="Frutiger Neue LT Pro Light" w:cs="Arial"/>
          <w:b/>
          <w:bCs/>
          <w:color w:val="000000"/>
        </w:rPr>
        <w:t>Jos Janelle/Thomas Bücheler</w:t>
      </w:r>
      <w:r w:rsidR="00BA2F68" w:rsidRPr="00BA2F68">
        <w:rPr>
          <w:rFonts w:ascii="Frutiger Neue LT Pro Light" w:hAnsi="Frutiger Neue LT Pro Light" w:cs="Arial"/>
          <w:color w:val="000000"/>
        </w:rPr>
        <w:t xml:space="preserve">, </w:t>
      </w:r>
      <w:proofErr w:type="spellStart"/>
      <w:r w:rsidR="00BA2F68" w:rsidRPr="00BA2F68">
        <w:rPr>
          <w:rFonts w:ascii="Frutiger Neue LT Pro Light" w:hAnsi="Frutiger Neue LT Pro Light" w:cs="Arial"/>
          <w:color w:val="000000"/>
        </w:rPr>
        <w:t>Airteam</w:t>
      </w:r>
      <w:proofErr w:type="spellEnd"/>
      <w:r w:rsidR="00BA2F68" w:rsidRPr="00BA2F68">
        <w:rPr>
          <w:rFonts w:ascii="Frutiger Neue LT Pro Light" w:hAnsi="Frutiger Neue LT Pro Light" w:cs="Arial"/>
          <w:color w:val="000000"/>
        </w:rPr>
        <w:t xml:space="preserve">, über künstliche Intelligenz im Dachhandwerk mit praxisnahen Drohnenanwendungen mit dem Thema: </w:t>
      </w:r>
      <w:r w:rsidR="00BA2F68" w:rsidRPr="00024B4F">
        <w:rPr>
          <w:rFonts w:ascii="Frutiger Neue LT Pro Light" w:hAnsi="Frutiger Neue LT Pro Light" w:cs="Arial"/>
          <w:b/>
          <w:bCs/>
          <w:color w:val="000000"/>
        </w:rPr>
        <w:t>KI im Handwerk.</w:t>
      </w:r>
      <w:r w:rsidR="00BA2F68" w:rsidRPr="00BA2F68">
        <w:rPr>
          <w:rFonts w:ascii="Frutiger Neue LT Pro Light" w:hAnsi="Frutiger Neue LT Pro Light" w:cs="Arial"/>
          <w:color w:val="000000"/>
        </w:rPr>
        <w:t xml:space="preserve"> </w:t>
      </w:r>
    </w:p>
    <w:p w14:paraId="48B57B86" w14:textId="77777777" w:rsidR="00BA2F68" w:rsidRPr="00BA2F68" w:rsidRDefault="00BA2F68" w:rsidP="00F336BD">
      <w:pPr>
        <w:pStyle w:val="Listenabsatz"/>
        <w:numPr>
          <w:ilvl w:val="0"/>
          <w:numId w:val="7"/>
        </w:numPr>
        <w:autoSpaceDE w:val="0"/>
        <w:autoSpaceDN w:val="0"/>
        <w:adjustRightInd w:val="0"/>
        <w:spacing w:line="360" w:lineRule="auto"/>
        <w:ind w:right="283"/>
        <w:rPr>
          <w:rFonts w:ascii="Frutiger Neue LT Pro Light" w:hAnsi="Frutiger Neue LT Pro Light" w:cs="Arial"/>
          <w:color w:val="000000"/>
        </w:rPr>
      </w:pPr>
      <w:r w:rsidRPr="00BA2F68">
        <w:rPr>
          <w:rFonts w:ascii="Frutiger Neue LT Pro Light" w:hAnsi="Frutiger Neue LT Pro Light" w:cs="Arial"/>
          <w:b/>
          <w:bCs/>
          <w:color w:val="000000"/>
        </w:rPr>
        <w:t xml:space="preserve">Adrian </w:t>
      </w:r>
      <w:proofErr w:type="spellStart"/>
      <w:r w:rsidRPr="00BA2F68">
        <w:rPr>
          <w:rFonts w:ascii="Frutiger Neue LT Pro Light" w:hAnsi="Frutiger Neue LT Pro Light" w:cs="Arial"/>
          <w:b/>
          <w:bCs/>
          <w:color w:val="000000"/>
        </w:rPr>
        <w:t>Blödt</w:t>
      </w:r>
      <w:proofErr w:type="spellEnd"/>
      <w:r w:rsidRPr="00BA2F68">
        <w:rPr>
          <w:rFonts w:ascii="Frutiger Neue LT Pro Light" w:hAnsi="Frutiger Neue LT Pro Light" w:cs="Arial"/>
          <w:b/>
          <w:bCs/>
          <w:color w:val="000000"/>
        </w:rPr>
        <w:t xml:space="preserve">, </w:t>
      </w:r>
      <w:r w:rsidRPr="00BA2F68">
        <w:rPr>
          <w:rFonts w:ascii="Frutiger Neue LT Pro Light" w:hAnsi="Frutiger Neue LT Pro Light" w:cs="Arial"/>
          <w:color w:val="000000"/>
        </w:rPr>
        <w:t xml:space="preserve">Bauphysiker und Sachverständiger, über Forschung als Treiber des modernen Holzbaus mit dem Thema: </w:t>
      </w:r>
      <w:r w:rsidR="008F2318" w:rsidRPr="00024B4F">
        <w:rPr>
          <w:rFonts w:ascii="Frutiger Neue LT Pro Light" w:hAnsi="Frutiger Neue LT Pro Light" w:cs="Arial"/>
          <w:b/>
          <w:bCs/>
          <w:color w:val="000000"/>
        </w:rPr>
        <w:t>Holzbau im Höhenflug.</w:t>
      </w:r>
      <w:r w:rsidR="008F2318" w:rsidRPr="00BA2F68">
        <w:rPr>
          <w:rFonts w:ascii="Frutiger Neue LT Pro Light" w:hAnsi="Frutiger Neue LT Pro Light" w:cs="Arial"/>
          <w:color w:val="000000"/>
        </w:rPr>
        <w:t xml:space="preserve"> </w:t>
      </w:r>
    </w:p>
    <w:p w14:paraId="63F64C88" w14:textId="48A78971" w:rsidR="008F2318" w:rsidRPr="00024B4F" w:rsidRDefault="00BA2F68" w:rsidP="00F336BD">
      <w:pPr>
        <w:pStyle w:val="Listenabsatz"/>
        <w:numPr>
          <w:ilvl w:val="0"/>
          <w:numId w:val="7"/>
        </w:numPr>
        <w:autoSpaceDE w:val="0"/>
        <w:autoSpaceDN w:val="0"/>
        <w:adjustRightInd w:val="0"/>
        <w:spacing w:line="360" w:lineRule="auto"/>
        <w:ind w:right="283"/>
        <w:rPr>
          <w:rFonts w:ascii="Frutiger Neue LT Pro Light" w:hAnsi="Frutiger Neue LT Pro Light" w:cs="Arial"/>
          <w:b/>
          <w:bCs/>
          <w:color w:val="000000"/>
        </w:rPr>
      </w:pPr>
      <w:r>
        <w:rPr>
          <w:rFonts w:ascii="Frutiger Neue LT Pro Light" w:hAnsi="Frutiger Neue LT Pro Light" w:cs="Arial"/>
          <w:b/>
          <w:bCs/>
          <w:color w:val="000000"/>
        </w:rPr>
        <w:t xml:space="preserve">Wolfgang Bosbach, </w:t>
      </w:r>
      <w:r w:rsidR="008F2318" w:rsidRPr="00BA2F68">
        <w:rPr>
          <w:rFonts w:ascii="Frutiger Neue LT Pro Light" w:hAnsi="Frutiger Neue LT Pro Light" w:cs="Arial"/>
          <w:color w:val="000000"/>
        </w:rPr>
        <w:t xml:space="preserve">Rechtsanwalt und Politiker, </w:t>
      </w:r>
      <w:r>
        <w:rPr>
          <w:rFonts w:ascii="Frutiger Neue LT Pro Light" w:hAnsi="Frutiger Neue LT Pro Light" w:cs="Arial"/>
          <w:color w:val="000000"/>
        </w:rPr>
        <w:t>über Verantwortung und Entscheidungsstärke in unruhigen Zeiten</w:t>
      </w:r>
      <w:r w:rsidR="00781857">
        <w:rPr>
          <w:rFonts w:ascii="Frutiger Neue LT Pro Light" w:hAnsi="Frutiger Neue LT Pro Light" w:cs="Arial"/>
          <w:color w:val="000000"/>
        </w:rPr>
        <w:t xml:space="preserve"> unter dem Titel</w:t>
      </w:r>
      <w:r>
        <w:rPr>
          <w:rFonts w:ascii="Frutiger Neue LT Pro Light" w:hAnsi="Frutiger Neue LT Pro Light" w:cs="Arial"/>
          <w:color w:val="000000"/>
        </w:rPr>
        <w:t xml:space="preserve">: </w:t>
      </w:r>
      <w:r w:rsidRPr="00024B4F">
        <w:rPr>
          <w:rFonts w:ascii="Frutiger Neue LT Pro Light" w:hAnsi="Frutiger Neue LT Pro Light" w:cs="Arial"/>
          <w:b/>
          <w:bCs/>
          <w:color w:val="000000"/>
        </w:rPr>
        <w:t xml:space="preserve">Neues Jahr! Alte Probleme? Was jetzt zu tun ist. </w:t>
      </w:r>
    </w:p>
    <w:p w14:paraId="36D29041" w14:textId="2015BA63" w:rsidR="00BA2F68" w:rsidRPr="00781857" w:rsidRDefault="00BA2F68" w:rsidP="00F336BD">
      <w:pPr>
        <w:pStyle w:val="Listenabsatz"/>
        <w:numPr>
          <w:ilvl w:val="0"/>
          <w:numId w:val="7"/>
        </w:numPr>
        <w:autoSpaceDE w:val="0"/>
        <w:autoSpaceDN w:val="0"/>
        <w:adjustRightInd w:val="0"/>
        <w:spacing w:line="360" w:lineRule="auto"/>
        <w:ind w:right="283"/>
        <w:rPr>
          <w:rFonts w:ascii="Frutiger Neue LT Pro Light" w:hAnsi="Frutiger Neue LT Pro Light" w:cs="Arial"/>
          <w:color w:val="000000"/>
        </w:rPr>
      </w:pPr>
      <w:r>
        <w:rPr>
          <w:rFonts w:ascii="Frutiger Neue LT Pro Light" w:hAnsi="Frutiger Neue LT Pro Light" w:cs="Arial"/>
          <w:b/>
          <w:bCs/>
          <w:color w:val="000000"/>
        </w:rPr>
        <w:t xml:space="preserve">Dr. Felix Brych, </w:t>
      </w:r>
      <w:r w:rsidRPr="00BA2F68">
        <w:rPr>
          <w:rFonts w:ascii="Frutiger Neue LT Pro Light" w:hAnsi="Frutiger Neue LT Pro Light" w:cs="Arial"/>
          <w:color w:val="000000"/>
        </w:rPr>
        <w:t xml:space="preserve">international </w:t>
      </w:r>
      <w:r>
        <w:rPr>
          <w:rFonts w:ascii="Frutiger Neue LT Pro Light" w:hAnsi="Frutiger Neue LT Pro Light" w:cs="Arial"/>
          <w:color w:val="000000"/>
        </w:rPr>
        <w:t xml:space="preserve">ausgezeichneter Schiedsrichter, über Führung, Kontrolle und klare Entscheidungen unter Druck </w:t>
      </w:r>
      <w:r w:rsidR="00EC6CC2">
        <w:rPr>
          <w:rFonts w:ascii="Frutiger Neue LT Pro Light" w:hAnsi="Frutiger Neue LT Pro Light" w:cs="Arial"/>
          <w:color w:val="000000"/>
        </w:rPr>
        <w:t xml:space="preserve">mit dem Thema: </w:t>
      </w:r>
      <w:r w:rsidR="00EC6CC2" w:rsidRPr="00024B4F">
        <w:rPr>
          <w:rFonts w:ascii="Frutiger Neue LT Pro Light" w:hAnsi="Frutiger Neue LT Pro Light" w:cs="Arial"/>
          <w:b/>
          <w:bCs/>
          <w:color w:val="000000"/>
        </w:rPr>
        <w:t xml:space="preserve">Entscheidungen treffen und Kontrolle behalten in einem </w:t>
      </w:r>
      <w:r w:rsidR="00067154">
        <w:rPr>
          <w:rFonts w:ascii="Frutiger Neue LT Pro Light" w:hAnsi="Frutiger Neue LT Pro Light" w:cs="Arial"/>
          <w:b/>
          <w:bCs/>
          <w:color w:val="000000"/>
        </w:rPr>
        <w:t>instabilen</w:t>
      </w:r>
      <w:r w:rsidR="00EC6CC2" w:rsidRPr="00024B4F">
        <w:rPr>
          <w:rFonts w:ascii="Frutiger Neue LT Pro Light" w:hAnsi="Frutiger Neue LT Pro Light" w:cs="Arial"/>
          <w:b/>
          <w:bCs/>
          <w:color w:val="000000"/>
        </w:rPr>
        <w:t xml:space="preserve"> Umfeld.</w:t>
      </w:r>
    </w:p>
    <w:p w14:paraId="51B6C8A4" w14:textId="77777777" w:rsidR="00781857" w:rsidRPr="00BA2F68" w:rsidRDefault="00781857" w:rsidP="00781857">
      <w:pPr>
        <w:pStyle w:val="Listenabsatz"/>
        <w:autoSpaceDE w:val="0"/>
        <w:autoSpaceDN w:val="0"/>
        <w:adjustRightInd w:val="0"/>
        <w:spacing w:line="360" w:lineRule="auto"/>
        <w:ind w:right="283"/>
        <w:rPr>
          <w:rFonts w:ascii="Frutiger Neue LT Pro Light" w:hAnsi="Frutiger Neue LT Pro Light" w:cs="Arial"/>
          <w:color w:val="000000"/>
        </w:rPr>
      </w:pPr>
    </w:p>
    <w:p w14:paraId="67AF7939" w14:textId="44074DEE" w:rsidR="007D11D2" w:rsidRDefault="007D11D2" w:rsidP="008F2318">
      <w:pPr>
        <w:autoSpaceDE w:val="0"/>
        <w:autoSpaceDN w:val="0"/>
        <w:adjustRightInd w:val="0"/>
        <w:spacing w:line="360" w:lineRule="auto"/>
        <w:ind w:right="283"/>
        <w:rPr>
          <w:rFonts w:ascii="Frutiger Neue LT Pro Light" w:hAnsi="Frutiger Neue LT Pro Light" w:cs="Arial"/>
          <w:color w:val="000000"/>
        </w:rPr>
      </w:pPr>
      <w:r>
        <w:rPr>
          <w:rFonts w:ascii="Frutiger Neue LT Pro Light" w:hAnsi="Frutiger Neue LT Pro Light" w:cs="Arial"/>
          <w:color w:val="000000"/>
        </w:rPr>
        <w:t xml:space="preserve">Die Referenten </w:t>
      </w:r>
      <w:r w:rsidR="00EC6CC2">
        <w:rPr>
          <w:rFonts w:ascii="Frutiger Neue LT Pro Light" w:hAnsi="Frutiger Neue LT Pro Light" w:cs="Arial"/>
          <w:color w:val="000000"/>
        </w:rPr>
        <w:t xml:space="preserve">variieren je nach Standort. Weitere Termine sind unter anderem in </w:t>
      </w:r>
      <w:r w:rsidR="00F5797C">
        <w:rPr>
          <w:rFonts w:ascii="Frutiger Neue LT Pro Light" w:hAnsi="Frutiger Neue LT Pro Light" w:cs="Arial"/>
          <w:color w:val="000000"/>
        </w:rPr>
        <w:t>Rosenheim und Stuttgart</w:t>
      </w:r>
      <w:r w:rsidR="00EC6CC2">
        <w:rPr>
          <w:rFonts w:ascii="Frutiger Neue LT Pro Light" w:hAnsi="Frutiger Neue LT Pro Light" w:cs="Arial"/>
          <w:color w:val="000000"/>
        </w:rPr>
        <w:t xml:space="preserve"> geplant. </w:t>
      </w:r>
    </w:p>
    <w:p w14:paraId="67D5F384" w14:textId="6C3C1112" w:rsidR="00781857" w:rsidRDefault="00781857">
      <w:pPr>
        <w:rPr>
          <w:rFonts w:ascii="Frutiger Neue LT Pro Light" w:hAnsi="Frutiger Neue LT Pro Light" w:cs="Arial"/>
          <w:color w:val="000000"/>
        </w:rPr>
      </w:pPr>
      <w:r>
        <w:rPr>
          <w:rFonts w:ascii="Frutiger Neue LT Pro Light" w:hAnsi="Frutiger Neue LT Pro Light" w:cs="Arial"/>
          <w:color w:val="000000"/>
        </w:rPr>
        <w:br w:type="page"/>
      </w:r>
    </w:p>
    <w:p w14:paraId="5D98C3AC" w14:textId="28595805" w:rsidR="00555109" w:rsidRDefault="00EC6CC2" w:rsidP="008F2318">
      <w:pPr>
        <w:autoSpaceDE w:val="0"/>
        <w:autoSpaceDN w:val="0"/>
        <w:adjustRightInd w:val="0"/>
        <w:spacing w:line="360" w:lineRule="auto"/>
        <w:ind w:right="283"/>
        <w:rPr>
          <w:rFonts w:ascii="Frutiger Neue LT Pro Light" w:hAnsi="Frutiger Neue LT Pro Light" w:cs="Arial"/>
          <w:b/>
          <w:color w:val="000000"/>
        </w:rPr>
      </w:pPr>
      <w:r>
        <w:rPr>
          <w:rFonts w:ascii="Frutiger Neue LT Pro Light" w:hAnsi="Frutiger Neue LT Pro Light" w:cs="Arial"/>
          <w:b/>
          <w:color w:val="000000"/>
        </w:rPr>
        <w:lastRenderedPageBreak/>
        <w:t>Investition ins Handwerk</w:t>
      </w:r>
    </w:p>
    <w:p w14:paraId="1BDD6567" w14:textId="77777777" w:rsidR="00417F8A" w:rsidRPr="00EC7304" w:rsidRDefault="00417F8A" w:rsidP="008F2318">
      <w:pPr>
        <w:autoSpaceDE w:val="0"/>
        <w:autoSpaceDN w:val="0"/>
        <w:adjustRightInd w:val="0"/>
        <w:spacing w:line="360" w:lineRule="auto"/>
        <w:ind w:right="283"/>
        <w:rPr>
          <w:rFonts w:ascii="Frutiger Neue LT Pro Light" w:hAnsi="Frutiger Neue LT Pro Light" w:cs="Arial"/>
          <w:b/>
          <w:color w:val="000000"/>
        </w:rPr>
      </w:pPr>
    </w:p>
    <w:p w14:paraId="2A6CEBA1" w14:textId="03E55678" w:rsidR="00417F8A" w:rsidRDefault="00EC6CC2" w:rsidP="008F2318">
      <w:pPr>
        <w:autoSpaceDE w:val="0"/>
        <w:autoSpaceDN w:val="0"/>
        <w:adjustRightInd w:val="0"/>
        <w:spacing w:line="360" w:lineRule="auto"/>
        <w:ind w:right="283"/>
        <w:rPr>
          <w:rFonts w:ascii="Frutiger Neue LT Pro Light" w:hAnsi="Frutiger Neue LT Pro Light" w:cs="Arial"/>
          <w:color w:val="000000"/>
        </w:rPr>
      </w:pPr>
      <w:r>
        <w:rPr>
          <w:rFonts w:ascii="Frutiger Neue LT Pro Light" w:hAnsi="Frutiger Neue LT Pro Light" w:cs="Arial"/>
          <w:color w:val="000000"/>
        </w:rPr>
        <w:t xml:space="preserve">Für ERLUS ist </w:t>
      </w:r>
      <w:r w:rsidR="00024B4F">
        <w:rPr>
          <w:rFonts w:ascii="Frutiger Neue LT Pro Light" w:hAnsi="Frutiger Neue LT Pro Light" w:cs="Arial"/>
          <w:color w:val="000000"/>
        </w:rPr>
        <w:t>das Forum on tour</w:t>
      </w:r>
      <w:r>
        <w:rPr>
          <w:rFonts w:ascii="Frutiger Neue LT Pro Light" w:hAnsi="Frutiger Neue LT Pro Light" w:cs="Arial"/>
          <w:color w:val="000000"/>
        </w:rPr>
        <w:t xml:space="preserve"> Ausdruck eines Selbstverständnisses</w:t>
      </w:r>
      <w:r w:rsidR="00476339">
        <w:rPr>
          <w:rFonts w:ascii="Frutiger Neue LT Pro Light" w:hAnsi="Frutiger Neue LT Pro Light" w:cs="Arial"/>
          <w:color w:val="000000"/>
        </w:rPr>
        <w:t>,</w:t>
      </w:r>
      <w:r>
        <w:rPr>
          <w:rFonts w:ascii="Frutiger Neue LT Pro Light" w:hAnsi="Frutiger Neue LT Pro Light" w:cs="Arial"/>
          <w:color w:val="000000"/>
        </w:rPr>
        <w:t xml:space="preserve"> das auf Tradition im Handwerk und </w:t>
      </w:r>
      <w:r w:rsidR="00E939A5">
        <w:rPr>
          <w:rFonts w:ascii="Frutiger Neue LT Pro Light" w:hAnsi="Frutiger Neue LT Pro Light" w:cs="Arial"/>
          <w:color w:val="000000"/>
        </w:rPr>
        <w:t>i</w:t>
      </w:r>
      <w:r>
        <w:rPr>
          <w:rFonts w:ascii="Frutiger Neue LT Pro Light" w:hAnsi="Frutiger Neue LT Pro Light" w:cs="Arial"/>
          <w:color w:val="000000"/>
        </w:rPr>
        <w:t>nnovative Ideen für marktbeständige Qualität fu</w:t>
      </w:r>
      <w:r w:rsidR="00024B4F">
        <w:rPr>
          <w:rFonts w:ascii="Frutiger Neue LT Pro Light" w:hAnsi="Frutiger Neue LT Pro Light" w:cs="Arial"/>
          <w:color w:val="000000"/>
        </w:rPr>
        <w:t>ß</w:t>
      </w:r>
      <w:r>
        <w:rPr>
          <w:rFonts w:ascii="Frutiger Neue LT Pro Light" w:hAnsi="Frutiger Neue LT Pro Light" w:cs="Arial"/>
          <w:color w:val="000000"/>
        </w:rPr>
        <w:t xml:space="preserve">t. </w:t>
      </w:r>
      <w:r w:rsidR="00C34C77" w:rsidRPr="00067154">
        <w:rPr>
          <w:rFonts w:ascii="Frutiger Neue LT Pro Light" w:hAnsi="Frutiger Neue LT Pro Light" w:cs="Arial"/>
          <w:color w:val="000000"/>
        </w:rPr>
        <w:t xml:space="preserve">„Eine Investition in das Handwerk ist immer gut angelegt“, </w:t>
      </w:r>
      <w:r w:rsidRPr="00067154">
        <w:rPr>
          <w:rFonts w:ascii="Frutiger Neue LT Pro Light" w:hAnsi="Frutiger Neue LT Pro Light" w:cs="Arial"/>
          <w:color w:val="000000"/>
        </w:rPr>
        <w:t xml:space="preserve">sagt </w:t>
      </w:r>
      <w:r w:rsidR="00C34C77" w:rsidRPr="00067154">
        <w:rPr>
          <w:rFonts w:ascii="Frutiger Neue LT Pro Light" w:hAnsi="Frutiger Neue LT Pro Light" w:cs="Arial"/>
          <w:color w:val="000000"/>
        </w:rPr>
        <w:t xml:space="preserve">Andreas Wilhelm, </w:t>
      </w:r>
      <w:r w:rsidRPr="00067154">
        <w:rPr>
          <w:rFonts w:ascii="Frutiger Neue LT Pro Light" w:hAnsi="Frutiger Neue LT Pro Light" w:cs="Arial"/>
          <w:color w:val="000000"/>
        </w:rPr>
        <w:t xml:space="preserve">Vorstand der ERLUS AG und </w:t>
      </w:r>
      <w:r w:rsidR="00C34C77" w:rsidRPr="00067154">
        <w:rPr>
          <w:rFonts w:ascii="Frutiger Neue LT Pro Light" w:hAnsi="Frutiger Neue LT Pro Light" w:cs="Arial"/>
          <w:color w:val="000000"/>
        </w:rPr>
        <w:t xml:space="preserve">seit </w:t>
      </w:r>
      <w:r w:rsidR="00CC295D">
        <w:rPr>
          <w:rFonts w:ascii="Frutiger Neue LT Pro Light" w:hAnsi="Frutiger Neue LT Pro Light" w:cs="Arial"/>
          <w:color w:val="000000"/>
        </w:rPr>
        <w:t>0</w:t>
      </w:r>
      <w:r w:rsidR="00C34C77" w:rsidRPr="00067154">
        <w:rPr>
          <w:rFonts w:ascii="Frutiger Neue LT Pro Light" w:hAnsi="Frutiger Neue LT Pro Light" w:cs="Arial"/>
          <w:color w:val="000000"/>
        </w:rPr>
        <w:t xml:space="preserve">1. Februar 2026 </w:t>
      </w:r>
      <w:r w:rsidRPr="00067154">
        <w:rPr>
          <w:rFonts w:ascii="Frutiger Neue LT Pro Light" w:hAnsi="Frutiger Neue LT Pro Light" w:cs="Arial"/>
          <w:color w:val="000000"/>
        </w:rPr>
        <w:t xml:space="preserve">verantwortlich für </w:t>
      </w:r>
      <w:r w:rsidR="00C34C77" w:rsidRPr="00067154">
        <w:rPr>
          <w:rFonts w:ascii="Frutiger Neue LT Pro Light" w:hAnsi="Frutiger Neue LT Pro Light" w:cs="Arial"/>
          <w:color w:val="000000"/>
        </w:rPr>
        <w:t>Marketing und Vertrieb</w:t>
      </w:r>
      <w:r w:rsidRPr="00067154">
        <w:rPr>
          <w:rFonts w:ascii="Frutiger Neue LT Pro Light" w:hAnsi="Frutiger Neue LT Pro Light" w:cs="Arial"/>
          <w:color w:val="000000"/>
        </w:rPr>
        <w:t>. „Wir wollen zuhören, diskutieren und gemeinsam herausarbeiten, welches Potenzial in der Baubranche steckt – technologisch, wirtschaftlich und gesellschaftlich.“</w:t>
      </w:r>
      <w:r>
        <w:rPr>
          <w:rFonts w:ascii="Frutiger Neue LT Pro Light" w:hAnsi="Frutiger Neue LT Pro Light" w:cs="Arial"/>
          <w:color w:val="000000"/>
        </w:rPr>
        <w:t xml:space="preserve"> </w:t>
      </w:r>
    </w:p>
    <w:p w14:paraId="5A80594C" w14:textId="77777777" w:rsidR="006D7561" w:rsidRDefault="006D7561" w:rsidP="008F2318">
      <w:pPr>
        <w:autoSpaceDE w:val="0"/>
        <w:autoSpaceDN w:val="0"/>
        <w:adjustRightInd w:val="0"/>
        <w:spacing w:line="360" w:lineRule="auto"/>
        <w:ind w:right="283"/>
        <w:rPr>
          <w:rFonts w:ascii="Frutiger Neue LT Pro Light" w:hAnsi="Frutiger Neue LT Pro Light" w:cs="Arial"/>
          <w:color w:val="000000"/>
        </w:rPr>
      </w:pPr>
    </w:p>
    <w:p w14:paraId="480422F1" w14:textId="3FE407BA" w:rsidR="006D7561" w:rsidRPr="006D7561" w:rsidRDefault="006D7561" w:rsidP="008F2318">
      <w:pPr>
        <w:autoSpaceDE w:val="0"/>
        <w:autoSpaceDN w:val="0"/>
        <w:adjustRightInd w:val="0"/>
        <w:spacing w:line="360" w:lineRule="auto"/>
        <w:ind w:right="283"/>
        <w:rPr>
          <w:rFonts w:ascii="Frutiger Neue LT Pro Light" w:hAnsi="Frutiger Neue LT Pro Light" w:cs="Arial"/>
          <w:i/>
          <w:iCs/>
          <w:color w:val="000000"/>
        </w:rPr>
      </w:pPr>
      <w:r w:rsidRPr="006D7561">
        <w:rPr>
          <w:rFonts w:ascii="Frutiger Neue LT Pro Light" w:hAnsi="Frutiger Neue LT Pro Light" w:cs="Arial"/>
          <w:i/>
          <w:iCs/>
          <w:color w:val="000000"/>
        </w:rPr>
        <w:t xml:space="preserve">Bildmaterial: </w:t>
      </w:r>
    </w:p>
    <w:p w14:paraId="01BD05B8" w14:textId="183039AC" w:rsidR="006D7561" w:rsidRDefault="006D7561" w:rsidP="008F2318">
      <w:pPr>
        <w:autoSpaceDE w:val="0"/>
        <w:autoSpaceDN w:val="0"/>
        <w:adjustRightInd w:val="0"/>
        <w:spacing w:line="360" w:lineRule="auto"/>
        <w:ind w:right="283"/>
        <w:rPr>
          <w:rFonts w:ascii="Frutiger Neue LT Pro Light" w:hAnsi="Frutiger Neue LT Pro Light" w:cs="Arial"/>
          <w:color w:val="000000"/>
        </w:rPr>
      </w:pPr>
      <w:r>
        <w:rPr>
          <w:rFonts w:ascii="Frutiger Neue LT Pro Light" w:hAnsi="Frutiger Neue LT Pro Light" w:cs="Arial"/>
          <w:noProof/>
          <w:color w:val="000000"/>
        </w:rPr>
        <w:drawing>
          <wp:inline distT="0" distB="0" distL="0" distR="0" wp14:anchorId="71FB60AD" wp14:editId="02EAEE85">
            <wp:extent cx="2147887" cy="1619582"/>
            <wp:effectExtent l="0" t="0" r="508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4335" cy="1624444"/>
                    </a:xfrm>
                    <a:prstGeom prst="rect">
                      <a:avLst/>
                    </a:prstGeom>
                    <a:noFill/>
                    <a:ln>
                      <a:noFill/>
                    </a:ln>
                  </pic:spPr>
                </pic:pic>
              </a:graphicData>
            </a:graphic>
          </wp:inline>
        </w:drawing>
      </w:r>
    </w:p>
    <w:p w14:paraId="3FB7CBA5" w14:textId="1AF2EDAB" w:rsidR="006D7561" w:rsidRPr="006D7561" w:rsidRDefault="006D7561" w:rsidP="008F2318">
      <w:pPr>
        <w:autoSpaceDE w:val="0"/>
        <w:autoSpaceDN w:val="0"/>
        <w:adjustRightInd w:val="0"/>
        <w:spacing w:line="360" w:lineRule="auto"/>
        <w:ind w:right="283"/>
        <w:rPr>
          <w:rFonts w:ascii="Frutiger Neue LT Pro Light" w:hAnsi="Frutiger Neue LT Pro Light" w:cs="Arial"/>
          <w:i/>
          <w:iCs/>
          <w:color w:val="000000"/>
        </w:rPr>
      </w:pPr>
      <w:r w:rsidRPr="006D7561">
        <w:rPr>
          <w:rFonts w:ascii="Frutiger Neue LT Pro Light" w:hAnsi="Frutiger Neue LT Pro Light" w:cs="Arial"/>
          <w:i/>
          <w:iCs/>
          <w:color w:val="000000"/>
        </w:rPr>
        <w:t>ERLUS Forum on tour Logo. Grafik: ERLUS</w:t>
      </w:r>
    </w:p>
    <w:p w14:paraId="3A64183E" w14:textId="056CAD1B" w:rsidR="009D5D21" w:rsidRDefault="009D5D21">
      <w:pPr>
        <w:rPr>
          <w:rFonts w:ascii="Frutiger LT 45 Light" w:hAnsi="Frutiger LT 45 Light"/>
          <w:b/>
          <w:i/>
        </w:rPr>
      </w:pPr>
      <w:r>
        <w:rPr>
          <w:rFonts w:ascii="Frutiger LT 45 Light" w:hAnsi="Frutiger LT 45 Light"/>
          <w:b/>
          <w:i/>
        </w:rPr>
        <w:br w:type="page"/>
      </w:r>
    </w:p>
    <w:p w14:paraId="3539A65F" w14:textId="77777777" w:rsidR="001469B3" w:rsidRDefault="001469B3" w:rsidP="007D11D2">
      <w:pPr>
        <w:spacing w:line="360" w:lineRule="auto"/>
        <w:ind w:right="283"/>
        <w:rPr>
          <w:rFonts w:ascii="Frutiger LT 45 Light" w:hAnsi="Frutiger LT 45 Light"/>
          <w:b/>
          <w:i/>
        </w:rPr>
      </w:pPr>
    </w:p>
    <w:p w14:paraId="1C28BBD2" w14:textId="35C0A419" w:rsidR="003B0DA8" w:rsidRDefault="003B0DA8" w:rsidP="007D11D2">
      <w:pPr>
        <w:spacing w:line="360" w:lineRule="auto"/>
        <w:ind w:right="283"/>
        <w:rPr>
          <w:rFonts w:ascii="Frutiger LT 45 Light" w:hAnsi="Frutiger LT 45 Light"/>
          <w:b/>
          <w:i/>
        </w:rPr>
      </w:pPr>
      <w:r>
        <w:rPr>
          <w:rFonts w:ascii="Frutiger LT 45 Light" w:hAnsi="Frutiger LT 45 Light"/>
          <w:b/>
          <w:i/>
        </w:rPr>
        <w:t>E</w:t>
      </w:r>
      <w:r w:rsidR="00F61AC0">
        <w:rPr>
          <w:rFonts w:ascii="Frutiger LT 45 Light" w:hAnsi="Frutiger LT 45 Light"/>
          <w:b/>
          <w:i/>
        </w:rPr>
        <w:t>RLUS</w:t>
      </w:r>
      <w:r>
        <w:rPr>
          <w:rFonts w:ascii="Frutiger LT 45 Light" w:hAnsi="Frutiger LT 45 Light"/>
          <w:b/>
          <w:i/>
        </w:rPr>
        <w:t xml:space="preserve"> AG heute</w:t>
      </w:r>
    </w:p>
    <w:p w14:paraId="4E99D75C" w14:textId="77777777" w:rsidR="00D05A82" w:rsidRPr="00D05A82" w:rsidRDefault="00D05A82" w:rsidP="007D11D2">
      <w:pPr>
        <w:tabs>
          <w:tab w:val="left" w:pos="6360"/>
          <w:tab w:val="left" w:pos="7371"/>
        </w:tabs>
        <w:spacing w:line="360" w:lineRule="auto"/>
        <w:ind w:right="283"/>
        <w:rPr>
          <w:rFonts w:ascii="Frutiger Neue LT Pro Light" w:hAnsi="Frutiger Neue LT Pro Light"/>
          <w:i/>
          <w:sz w:val="20"/>
          <w:szCs w:val="20"/>
        </w:rPr>
      </w:pPr>
    </w:p>
    <w:p w14:paraId="62BB643F" w14:textId="77777777" w:rsidR="00EC6CC2" w:rsidRDefault="00D05A82" w:rsidP="007D11D2">
      <w:pPr>
        <w:tabs>
          <w:tab w:val="left" w:pos="6360"/>
          <w:tab w:val="left" w:pos="7371"/>
        </w:tabs>
        <w:spacing w:line="360" w:lineRule="auto"/>
        <w:ind w:right="283"/>
        <w:rPr>
          <w:rFonts w:ascii="Frutiger Neue LT Pro Light" w:hAnsi="Frutiger Neue LT Pro Light"/>
          <w:i/>
          <w:sz w:val="20"/>
          <w:szCs w:val="20"/>
        </w:rPr>
      </w:pPr>
      <w:r w:rsidRPr="00D05A82">
        <w:rPr>
          <w:rFonts w:ascii="Frutiger Neue LT Pro Light" w:hAnsi="Frutiger Neue LT Pro Light"/>
          <w:i/>
          <w:sz w:val="20"/>
          <w:szCs w:val="20"/>
        </w:rPr>
        <w:t xml:space="preserve">Die ERLUS AG </w:t>
      </w:r>
      <w:r w:rsidR="00EC6CC2">
        <w:rPr>
          <w:rFonts w:ascii="Frutiger Neue LT Pro Light" w:hAnsi="Frutiger Neue LT Pro Light"/>
          <w:i/>
          <w:sz w:val="20"/>
          <w:szCs w:val="20"/>
        </w:rPr>
        <w:t xml:space="preserve">zählt zu den führenden Herstellern von Dachkeramik und Schornsteinsystemen in Deutschland. Produziert wird an den Standorten Neufahrn und Ergoldsbach (Niederbayern) sowie Teistungen (Thüringen). ERLUS steht für Premiumqualität, langlebiges Design und konsequent nachhaltige Produktion. Zahlreiche Auszeichnungen – zuletzt der German Design Award 2026 für </w:t>
      </w:r>
      <w:proofErr w:type="spellStart"/>
      <w:r w:rsidR="00EC6CC2">
        <w:rPr>
          <w:rFonts w:ascii="Frutiger Neue LT Pro Light" w:hAnsi="Frutiger Neue LT Pro Light"/>
          <w:i/>
          <w:sz w:val="20"/>
          <w:szCs w:val="20"/>
        </w:rPr>
        <w:t>Erlutherm</w:t>
      </w:r>
      <w:proofErr w:type="spellEnd"/>
      <w:r w:rsidR="00EC6CC2">
        <w:rPr>
          <w:rFonts w:ascii="Frutiger Neue LT Pro Light" w:hAnsi="Frutiger Neue LT Pro Light"/>
          <w:i/>
          <w:sz w:val="20"/>
          <w:szCs w:val="20"/>
        </w:rPr>
        <w:t xml:space="preserve"> sowie </w:t>
      </w:r>
      <w:proofErr w:type="spellStart"/>
      <w:r w:rsidR="00EC6CC2">
        <w:rPr>
          <w:rFonts w:ascii="Frutiger Neue LT Pro Light" w:hAnsi="Frutiger Neue LT Pro Light"/>
          <w:i/>
          <w:sz w:val="20"/>
          <w:szCs w:val="20"/>
        </w:rPr>
        <w:t>iF</w:t>
      </w:r>
      <w:proofErr w:type="spellEnd"/>
      <w:r w:rsidR="00EC6CC2">
        <w:rPr>
          <w:rFonts w:ascii="Frutiger Neue LT Pro Light" w:hAnsi="Frutiger Neue LT Pro Light"/>
          <w:i/>
          <w:sz w:val="20"/>
          <w:szCs w:val="20"/>
        </w:rPr>
        <w:t xml:space="preserve"> Design Award und </w:t>
      </w:r>
      <w:proofErr w:type="spellStart"/>
      <w:r w:rsidR="00EC6CC2">
        <w:rPr>
          <w:rFonts w:ascii="Frutiger Neue LT Pro Light" w:hAnsi="Frutiger Neue LT Pro Light"/>
          <w:i/>
          <w:sz w:val="20"/>
          <w:szCs w:val="20"/>
        </w:rPr>
        <w:t>Red</w:t>
      </w:r>
      <w:proofErr w:type="spellEnd"/>
      <w:r w:rsidR="00EC6CC2">
        <w:rPr>
          <w:rFonts w:ascii="Frutiger Neue LT Pro Light" w:hAnsi="Frutiger Neue LT Pro Light"/>
          <w:i/>
          <w:sz w:val="20"/>
          <w:szCs w:val="20"/>
        </w:rPr>
        <w:t xml:space="preserve"> </w:t>
      </w:r>
      <w:proofErr w:type="spellStart"/>
      <w:r w:rsidR="00EC6CC2">
        <w:rPr>
          <w:rFonts w:ascii="Frutiger Neue LT Pro Light" w:hAnsi="Frutiger Neue LT Pro Light"/>
          <w:i/>
          <w:sz w:val="20"/>
          <w:szCs w:val="20"/>
        </w:rPr>
        <w:t>Dot</w:t>
      </w:r>
      <w:proofErr w:type="spellEnd"/>
      <w:r w:rsidR="00EC6CC2">
        <w:rPr>
          <w:rFonts w:ascii="Frutiger Neue LT Pro Light" w:hAnsi="Frutiger Neue LT Pro Light"/>
          <w:i/>
          <w:sz w:val="20"/>
          <w:szCs w:val="20"/>
        </w:rPr>
        <w:t xml:space="preserve">: Best </w:t>
      </w:r>
      <w:proofErr w:type="spellStart"/>
      <w:r w:rsidR="00EC6CC2">
        <w:rPr>
          <w:rFonts w:ascii="Frutiger Neue LT Pro Light" w:hAnsi="Frutiger Neue LT Pro Light"/>
          <w:i/>
          <w:sz w:val="20"/>
          <w:szCs w:val="20"/>
        </w:rPr>
        <w:t>of</w:t>
      </w:r>
      <w:proofErr w:type="spellEnd"/>
      <w:r w:rsidR="00EC6CC2">
        <w:rPr>
          <w:rFonts w:ascii="Frutiger Neue LT Pro Light" w:hAnsi="Frutiger Neue LT Pro Light"/>
          <w:i/>
          <w:sz w:val="20"/>
          <w:szCs w:val="20"/>
        </w:rPr>
        <w:t xml:space="preserve"> </w:t>
      </w:r>
      <w:proofErr w:type="spellStart"/>
      <w:r w:rsidR="00EC6CC2">
        <w:rPr>
          <w:rFonts w:ascii="Frutiger Neue LT Pro Light" w:hAnsi="Frutiger Neue LT Pro Light"/>
          <w:i/>
          <w:sz w:val="20"/>
          <w:szCs w:val="20"/>
        </w:rPr>
        <w:t>the</w:t>
      </w:r>
      <w:proofErr w:type="spellEnd"/>
      <w:r w:rsidR="00EC6CC2">
        <w:rPr>
          <w:rFonts w:ascii="Frutiger Neue LT Pro Light" w:hAnsi="Frutiger Neue LT Pro Light"/>
          <w:i/>
          <w:sz w:val="20"/>
          <w:szCs w:val="20"/>
        </w:rPr>
        <w:t xml:space="preserve"> Best für den Karat RS – unterstreichen diesen Anspruch. Ergänzt wird das Portfolio durch das Lüftungsnetzwerk Via Vento S, geeignet für Passivhäuser. </w:t>
      </w:r>
    </w:p>
    <w:p w14:paraId="49E1267C" w14:textId="77777777" w:rsidR="00D05A82" w:rsidRPr="00D05A82" w:rsidRDefault="00D05A82" w:rsidP="007D11D2">
      <w:pPr>
        <w:tabs>
          <w:tab w:val="left" w:pos="6360"/>
          <w:tab w:val="left" w:pos="7371"/>
        </w:tabs>
        <w:spacing w:line="360" w:lineRule="auto"/>
        <w:ind w:right="283"/>
        <w:rPr>
          <w:rFonts w:ascii="Frutiger Neue LT Pro Light" w:hAnsi="Frutiger Neue LT Pro Light"/>
          <w:i/>
          <w:sz w:val="20"/>
          <w:szCs w:val="20"/>
          <w:u w:val="single"/>
        </w:rPr>
      </w:pPr>
    </w:p>
    <w:p w14:paraId="5D8E528A" w14:textId="2595FE04" w:rsidR="00D05A82" w:rsidRPr="00D05A82" w:rsidRDefault="00EC6CC2" w:rsidP="007D11D2">
      <w:pPr>
        <w:tabs>
          <w:tab w:val="left" w:pos="6360"/>
          <w:tab w:val="left" w:pos="7371"/>
        </w:tabs>
        <w:spacing w:line="360" w:lineRule="auto"/>
        <w:ind w:right="283"/>
        <w:rPr>
          <w:rFonts w:ascii="Frutiger Neue LT Pro Light" w:hAnsi="Frutiger Neue LT Pro Light"/>
          <w:i/>
          <w:sz w:val="20"/>
          <w:szCs w:val="20"/>
          <w:u w:val="single"/>
        </w:rPr>
      </w:pPr>
      <w:r>
        <w:rPr>
          <w:rFonts w:ascii="Frutiger Neue LT Pro Light" w:hAnsi="Frutiger Neue LT Pro Light"/>
          <w:i/>
          <w:sz w:val="20"/>
          <w:szCs w:val="20"/>
          <w:u w:val="single"/>
        </w:rPr>
        <w:t xml:space="preserve">Pressekontakt: </w:t>
      </w:r>
    </w:p>
    <w:p w14:paraId="38015CC3" w14:textId="77777777" w:rsidR="00D05A82" w:rsidRPr="00D05A82" w:rsidRDefault="00D05A82" w:rsidP="007D11D2">
      <w:pPr>
        <w:tabs>
          <w:tab w:val="left" w:pos="6360"/>
          <w:tab w:val="left" w:pos="7371"/>
        </w:tabs>
        <w:spacing w:line="360" w:lineRule="auto"/>
        <w:ind w:right="283"/>
        <w:rPr>
          <w:rFonts w:ascii="Frutiger Neue LT Pro Light" w:hAnsi="Frutiger Neue LT Pro Light"/>
          <w:i/>
          <w:sz w:val="20"/>
          <w:szCs w:val="20"/>
          <w:u w:val="single"/>
        </w:rPr>
      </w:pPr>
    </w:p>
    <w:p w14:paraId="27507C82" w14:textId="77777777" w:rsidR="00D05A82" w:rsidRPr="00D05A82" w:rsidRDefault="00D05A82" w:rsidP="007D11D2">
      <w:pPr>
        <w:tabs>
          <w:tab w:val="left" w:pos="6360"/>
          <w:tab w:val="left" w:pos="7371"/>
        </w:tabs>
        <w:spacing w:line="360" w:lineRule="auto"/>
        <w:ind w:right="283"/>
        <w:rPr>
          <w:rFonts w:ascii="Frutiger Neue LT Pro Light" w:hAnsi="Frutiger Neue LT Pro Light"/>
          <w:i/>
          <w:sz w:val="20"/>
          <w:szCs w:val="20"/>
        </w:rPr>
      </w:pPr>
      <w:r w:rsidRPr="00D05A82">
        <w:rPr>
          <w:rFonts w:ascii="Frutiger Neue LT Pro Light" w:hAnsi="Frutiger Neue LT Pro Light"/>
          <w:i/>
          <w:sz w:val="20"/>
          <w:szCs w:val="20"/>
        </w:rPr>
        <w:t>ERLUS AG</w:t>
      </w:r>
    </w:p>
    <w:p w14:paraId="55C54EA2" w14:textId="77777777" w:rsidR="00D05A82" w:rsidRPr="00D05A82" w:rsidRDefault="00D05A82" w:rsidP="007D11D2">
      <w:pPr>
        <w:tabs>
          <w:tab w:val="left" w:pos="6360"/>
          <w:tab w:val="left" w:pos="7371"/>
        </w:tabs>
        <w:spacing w:line="360" w:lineRule="auto"/>
        <w:ind w:right="283"/>
        <w:rPr>
          <w:rFonts w:ascii="Frutiger Neue LT Pro Light" w:hAnsi="Frutiger Neue LT Pro Light"/>
          <w:i/>
          <w:sz w:val="20"/>
          <w:szCs w:val="20"/>
        </w:rPr>
      </w:pPr>
      <w:r w:rsidRPr="00D05A82">
        <w:rPr>
          <w:rFonts w:ascii="Frutiger Neue LT Pro Light" w:hAnsi="Frutiger Neue LT Pro Light"/>
          <w:i/>
          <w:sz w:val="20"/>
          <w:szCs w:val="20"/>
        </w:rPr>
        <w:t>Hauptstraße 106</w:t>
      </w:r>
    </w:p>
    <w:p w14:paraId="0D667AAA" w14:textId="77777777" w:rsidR="00D05A82" w:rsidRPr="00D05A82" w:rsidRDefault="00D05A82" w:rsidP="007D11D2">
      <w:pPr>
        <w:tabs>
          <w:tab w:val="left" w:pos="6360"/>
          <w:tab w:val="left" w:pos="7371"/>
        </w:tabs>
        <w:spacing w:line="360" w:lineRule="auto"/>
        <w:ind w:right="283"/>
        <w:rPr>
          <w:rFonts w:ascii="Frutiger Neue LT Pro Light" w:hAnsi="Frutiger Neue LT Pro Light"/>
          <w:i/>
          <w:sz w:val="20"/>
          <w:szCs w:val="20"/>
        </w:rPr>
      </w:pPr>
      <w:r w:rsidRPr="00D05A82">
        <w:rPr>
          <w:rFonts w:ascii="Frutiger Neue LT Pro Light" w:hAnsi="Frutiger Neue LT Pro Light"/>
          <w:i/>
          <w:sz w:val="20"/>
          <w:szCs w:val="20"/>
        </w:rPr>
        <w:t>84088 Neufahrn i. NB</w:t>
      </w:r>
    </w:p>
    <w:p w14:paraId="2F7C8F1F" w14:textId="77777777" w:rsidR="00D05A82" w:rsidRPr="00D05A82" w:rsidRDefault="00D05A82" w:rsidP="007D11D2">
      <w:pPr>
        <w:tabs>
          <w:tab w:val="left" w:pos="6360"/>
          <w:tab w:val="left" w:pos="7371"/>
        </w:tabs>
        <w:spacing w:line="360" w:lineRule="auto"/>
        <w:ind w:right="283"/>
        <w:rPr>
          <w:rFonts w:ascii="Frutiger Neue LT Pro Light" w:hAnsi="Frutiger Neue LT Pro Light"/>
          <w:i/>
          <w:sz w:val="20"/>
          <w:szCs w:val="20"/>
        </w:rPr>
      </w:pPr>
      <w:r w:rsidRPr="00D05A82">
        <w:rPr>
          <w:rFonts w:ascii="Frutiger Neue LT Pro Light" w:hAnsi="Frutiger Neue LT Pro Light"/>
          <w:i/>
          <w:sz w:val="20"/>
          <w:szCs w:val="20"/>
        </w:rPr>
        <w:t xml:space="preserve">Bianca </w:t>
      </w:r>
      <w:proofErr w:type="spellStart"/>
      <w:r w:rsidRPr="00D05A82">
        <w:rPr>
          <w:rFonts w:ascii="Frutiger Neue LT Pro Light" w:hAnsi="Frutiger Neue LT Pro Light"/>
          <w:i/>
          <w:sz w:val="20"/>
          <w:szCs w:val="20"/>
        </w:rPr>
        <w:t>Marklstorfer</w:t>
      </w:r>
      <w:proofErr w:type="spellEnd"/>
    </w:p>
    <w:p w14:paraId="588B570D" w14:textId="77777777" w:rsidR="00D05A82" w:rsidRPr="00D05A82" w:rsidRDefault="00D05A82" w:rsidP="007D11D2">
      <w:pPr>
        <w:tabs>
          <w:tab w:val="left" w:pos="6360"/>
          <w:tab w:val="left" w:pos="7371"/>
        </w:tabs>
        <w:spacing w:line="360" w:lineRule="auto"/>
        <w:ind w:right="283"/>
        <w:rPr>
          <w:rFonts w:ascii="Frutiger Neue LT Pro Light" w:hAnsi="Frutiger Neue LT Pro Light"/>
          <w:i/>
          <w:sz w:val="20"/>
          <w:szCs w:val="20"/>
          <w:lang w:val="it-IT"/>
        </w:rPr>
      </w:pPr>
      <w:proofErr w:type="spellStart"/>
      <w:r w:rsidRPr="00D05A82">
        <w:rPr>
          <w:rFonts w:ascii="Frutiger Neue LT Pro Light" w:hAnsi="Frutiger Neue LT Pro Light"/>
          <w:i/>
          <w:sz w:val="20"/>
          <w:szCs w:val="20"/>
          <w:lang w:val="it-IT"/>
        </w:rPr>
        <w:t>Telefon</w:t>
      </w:r>
      <w:proofErr w:type="spellEnd"/>
      <w:r w:rsidRPr="00D05A82">
        <w:rPr>
          <w:rFonts w:ascii="Frutiger Neue LT Pro Light" w:hAnsi="Frutiger Neue LT Pro Light"/>
          <w:i/>
          <w:sz w:val="20"/>
          <w:szCs w:val="20"/>
          <w:lang w:val="it-IT"/>
        </w:rPr>
        <w:t>: +49 8773 18162</w:t>
      </w:r>
    </w:p>
    <w:p w14:paraId="74976FCD" w14:textId="77777777" w:rsidR="00D05A82" w:rsidRPr="00D05A82" w:rsidRDefault="00D05A82" w:rsidP="007D11D2">
      <w:pPr>
        <w:tabs>
          <w:tab w:val="left" w:pos="6360"/>
          <w:tab w:val="left" w:pos="7371"/>
        </w:tabs>
        <w:spacing w:line="360" w:lineRule="auto"/>
        <w:ind w:right="283"/>
        <w:rPr>
          <w:rFonts w:ascii="Frutiger Neue LT Pro Light" w:hAnsi="Frutiger Neue LT Pro Light"/>
          <w:i/>
          <w:sz w:val="20"/>
          <w:szCs w:val="20"/>
          <w:lang w:val="it-IT"/>
        </w:rPr>
      </w:pPr>
      <w:r w:rsidRPr="00D05A82">
        <w:rPr>
          <w:rFonts w:ascii="Frutiger Neue LT Pro Light" w:hAnsi="Frutiger Neue LT Pro Light"/>
          <w:i/>
          <w:sz w:val="20"/>
          <w:szCs w:val="20"/>
          <w:lang w:val="it-IT"/>
        </w:rPr>
        <w:t>Telefax: +49 8773 18113</w:t>
      </w:r>
    </w:p>
    <w:p w14:paraId="70A902C1" w14:textId="77777777" w:rsidR="00D05A82" w:rsidRPr="00D05A82" w:rsidRDefault="00D05A82" w:rsidP="007D11D2">
      <w:pPr>
        <w:tabs>
          <w:tab w:val="left" w:pos="6360"/>
          <w:tab w:val="left" w:pos="7371"/>
        </w:tabs>
        <w:spacing w:line="360" w:lineRule="auto"/>
        <w:ind w:right="283"/>
        <w:rPr>
          <w:rFonts w:ascii="Frutiger Neue LT Pro Light" w:hAnsi="Frutiger Neue LT Pro Light"/>
          <w:i/>
          <w:sz w:val="20"/>
          <w:szCs w:val="20"/>
          <w:u w:val="single"/>
        </w:rPr>
      </w:pPr>
      <w:r w:rsidRPr="00D05A82">
        <w:rPr>
          <w:rFonts w:ascii="Frutiger Neue LT Pro Light" w:hAnsi="Frutiger Neue LT Pro Light"/>
          <w:i/>
          <w:sz w:val="20"/>
          <w:szCs w:val="20"/>
        </w:rPr>
        <w:t xml:space="preserve">E-Mail: </w:t>
      </w:r>
      <w:hyperlink r:id="rId9" w:history="1">
        <w:r w:rsidRPr="00D05A82">
          <w:rPr>
            <w:rStyle w:val="Hyperlink"/>
            <w:rFonts w:ascii="Frutiger Neue LT Pro Light" w:hAnsi="Frutiger Neue LT Pro Light"/>
            <w:i/>
            <w:sz w:val="20"/>
            <w:szCs w:val="20"/>
          </w:rPr>
          <w:t>presse@erlus.com</w:t>
        </w:r>
      </w:hyperlink>
    </w:p>
    <w:p w14:paraId="6C8537CA" w14:textId="3D98C742" w:rsidR="00D05A82" w:rsidRPr="00D05A82" w:rsidRDefault="00067154" w:rsidP="007D11D2">
      <w:pPr>
        <w:tabs>
          <w:tab w:val="left" w:pos="6360"/>
          <w:tab w:val="left" w:pos="7371"/>
        </w:tabs>
        <w:spacing w:line="360" w:lineRule="auto"/>
        <w:ind w:right="283"/>
        <w:rPr>
          <w:rFonts w:ascii="Frutiger Neue LT Pro Light" w:hAnsi="Frutiger Neue LT Pro Light"/>
          <w:i/>
          <w:sz w:val="20"/>
          <w:szCs w:val="20"/>
          <w:u w:val="single"/>
        </w:rPr>
      </w:pPr>
      <w:r w:rsidRPr="00067154">
        <w:rPr>
          <w:rFonts w:ascii="Frutiger Neue LT Pro Light" w:hAnsi="Frutiger Neue LT Pro Light"/>
          <w:i/>
          <w:sz w:val="20"/>
          <w:szCs w:val="20"/>
        </w:rPr>
        <w:t>erlus.com/</w:t>
      </w:r>
      <w:proofErr w:type="spellStart"/>
      <w:r w:rsidRPr="00067154">
        <w:rPr>
          <w:rFonts w:ascii="Frutiger Neue LT Pro Light" w:hAnsi="Frutiger Neue LT Pro Light"/>
          <w:i/>
          <w:sz w:val="20"/>
          <w:szCs w:val="20"/>
        </w:rPr>
        <w:t>de_de</w:t>
      </w:r>
      <w:proofErr w:type="spellEnd"/>
      <w:r w:rsidRPr="00067154">
        <w:rPr>
          <w:rFonts w:ascii="Frutiger Neue LT Pro Light" w:hAnsi="Frutiger Neue LT Pro Light"/>
          <w:i/>
          <w:sz w:val="20"/>
          <w:szCs w:val="20"/>
        </w:rPr>
        <w:t>/Medien/News</w:t>
      </w:r>
    </w:p>
    <w:p w14:paraId="4DBA35B8" w14:textId="77777777" w:rsidR="00AF32B7" w:rsidRPr="00722856" w:rsidRDefault="00AF32B7" w:rsidP="008F2318">
      <w:pPr>
        <w:tabs>
          <w:tab w:val="left" w:pos="6360"/>
          <w:tab w:val="left" w:pos="7371"/>
        </w:tabs>
        <w:ind w:right="283"/>
        <w:rPr>
          <w:rFonts w:ascii="Frutiger Neue LT Pro Light" w:hAnsi="Frutiger Neue LT Pro Light" w:cs="Arial"/>
          <w:i/>
          <w:u w:val="single"/>
        </w:rPr>
      </w:pPr>
    </w:p>
    <w:p w14:paraId="7BABBF10" w14:textId="77777777" w:rsidR="00AF32B7" w:rsidRPr="00722856" w:rsidRDefault="00AF32B7" w:rsidP="008F2318">
      <w:pPr>
        <w:tabs>
          <w:tab w:val="left" w:pos="7440"/>
        </w:tabs>
        <w:spacing w:line="360" w:lineRule="auto"/>
        <w:ind w:right="283"/>
        <w:rPr>
          <w:rFonts w:ascii="Frutiger Neue LT Pro Light" w:hAnsi="Frutiger Neue LT Pro Light" w:cs="Arial"/>
          <w:bCs/>
          <w:i/>
          <w:color w:val="000000"/>
        </w:rPr>
      </w:pPr>
    </w:p>
    <w:p w14:paraId="06CDC63F" w14:textId="77777777" w:rsidR="00D44866" w:rsidRPr="00722856" w:rsidRDefault="00D44866" w:rsidP="008F2318">
      <w:pPr>
        <w:ind w:right="283"/>
        <w:rPr>
          <w:rFonts w:ascii="Frutiger Neue LT Pro Light" w:hAnsi="Frutiger Neue LT Pro Light" w:cs="Arial"/>
          <w:bCs/>
          <w:i/>
          <w:color w:val="000000"/>
        </w:rPr>
      </w:pPr>
    </w:p>
    <w:sectPr w:rsidR="00D44866" w:rsidRPr="00722856" w:rsidSect="005C343E">
      <w:headerReference w:type="even" r:id="rId10"/>
      <w:headerReference w:type="default" r:id="rId11"/>
      <w:footerReference w:type="even" r:id="rId12"/>
      <w:footerReference w:type="default" r:id="rId13"/>
      <w:headerReference w:type="first" r:id="rId14"/>
      <w:footerReference w:type="first" r:id="rId15"/>
      <w:pgSz w:w="11906" w:h="16838"/>
      <w:pgMar w:top="1797" w:right="1417" w:bottom="156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FA9BB" w14:textId="77777777" w:rsidR="00CB164F" w:rsidRDefault="00CB164F">
      <w:r>
        <w:separator/>
      </w:r>
    </w:p>
  </w:endnote>
  <w:endnote w:type="continuationSeparator" w:id="0">
    <w:p w14:paraId="4627B357" w14:textId="77777777" w:rsidR="00CB164F" w:rsidRDefault="00CB1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Neue LT Pro Light">
    <w:altName w:val="Arial"/>
    <w:panose1 w:val="020B0403040304020203"/>
    <w:charset w:val="00"/>
    <w:family w:val="swiss"/>
    <w:notTrueType/>
    <w:pitch w:val="variable"/>
    <w:sig w:usb0="A000002F" w:usb1="5000207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LT 45 Light">
    <w:panose1 w:val="020B0500000000000000"/>
    <w:charset w:val="00"/>
    <w:family w:val="swiss"/>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E90F0" w14:textId="77777777" w:rsidR="0077592A" w:rsidRDefault="0077592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7CB43CC" w14:textId="77777777" w:rsidR="0077592A" w:rsidRDefault="0077592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F7383" w14:textId="77777777" w:rsidR="00AC0AC5" w:rsidRDefault="00AC0AC5">
    <w:pPr>
      <w:pStyle w:val="Fuzeile"/>
      <w:jc w:val="right"/>
    </w:pPr>
    <w:r>
      <w:fldChar w:fldCharType="begin"/>
    </w:r>
    <w:r>
      <w:instrText>PAGE   \* MERGEFORMAT</w:instrText>
    </w:r>
    <w:r>
      <w:fldChar w:fldCharType="separate"/>
    </w:r>
    <w:r w:rsidR="0029258F">
      <w:rPr>
        <w:noProof/>
      </w:rPr>
      <w:t>5</w:t>
    </w:r>
    <w:r>
      <w:fldChar w:fldCharType="end"/>
    </w:r>
  </w:p>
  <w:p w14:paraId="244F20B7" w14:textId="77777777" w:rsidR="0077592A" w:rsidRPr="00AC0AC5" w:rsidRDefault="0077592A" w:rsidP="00FB5604">
    <w:pPr>
      <w:pStyle w:val="Fuzeile"/>
      <w:ind w:right="360"/>
      <w:jc w:val="center"/>
      <w:rPr>
        <w:rFonts w:ascii="Frutiger Neue LT Pro Light" w:hAnsi="Frutiger Neue LT Pro Light"/>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7A0F2" w14:textId="77777777" w:rsidR="00AC0AC5" w:rsidRDefault="00AC0AC5">
    <w:pPr>
      <w:pStyle w:val="Fuzeile"/>
      <w:jc w:val="right"/>
    </w:pPr>
    <w:r>
      <w:fldChar w:fldCharType="begin"/>
    </w:r>
    <w:r>
      <w:instrText>PAGE   \* MERGEFORMAT</w:instrText>
    </w:r>
    <w:r>
      <w:fldChar w:fldCharType="separate"/>
    </w:r>
    <w:r w:rsidR="0029258F">
      <w:rPr>
        <w:noProof/>
      </w:rPr>
      <w:t>1</w:t>
    </w:r>
    <w:r>
      <w:fldChar w:fldCharType="end"/>
    </w:r>
  </w:p>
  <w:p w14:paraId="6E361F7B" w14:textId="77777777" w:rsidR="00AC0AC5" w:rsidRPr="00AC0AC5" w:rsidRDefault="00AC0AC5" w:rsidP="00AC0AC5">
    <w:pPr>
      <w:pStyle w:val="Fuzeile"/>
      <w:jc w:val="center"/>
      <w:rPr>
        <w:rFonts w:ascii="Frutiger Neue LT Pro Light" w:hAnsi="Frutiger Neue LT Pro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3C6CD" w14:textId="77777777" w:rsidR="00CB164F" w:rsidRDefault="00CB164F">
      <w:r>
        <w:separator/>
      </w:r>
    </w:p>
  </w:footnote>
  <w:footnote w:type="continuationSeparator" w:id="0">
    <w:p w14:paraId="0E0F86B8" w14:textId="77777777" w:rsidR="00CB164F" w:rsidRDefault="00CB16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BAF18" w14:textId="77777777" w:rsidR="00426CC8" w:rsidRDefault="00426CC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1B875" w14:textId="77777777" w:rsidR="00426CC8" w:rsidRDefault="00426CC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6C871" w14:textId="77777777" w:rsidR="008A00EE" w:rsidRDefault="00691BDB" w:rsidP="008A00EE">
    <w:pPr>
      <w:pStyle w:val="Kopfzeile"/>
      <w:tabs>
        <w:tab w:val="clear" w:pos="4536"/>
        <w:tab w:val="clear" w:pos="9072"/>
        <w:tab w:val="left" w:pos="6240"/>
      </w:tabs>
      <w:jc w:val="right"/>
    </w:pPr>
    <w:r>
      <w:rPr>
        <w:noProof/>
      </w:rPr>
      <w:drawing>
        <wp:inline distT="0" distB="0" distL="0" distR="0" wp14:anchorId="1CDA528A" wp14:editId="7E9D3259">
          <wp:extent cx="1690035" cy="534904"/>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rlus_Logo_4C_neu.jpg"/>
                  <pic:cNvPicPr/>
                </pic:nvPicPr>
                <pic:blipFill>
                  <a:blip r:embed="rId1">
                    <a:extLst>
                      <a:ext uri="{28A0092B-C50C-407E-A947-70E740481C1C}">
                        <a14:useLocalDpi xmlns:a14="http://schemas.microsoft.com/office/drawing/2010/main" val="0"/>
                      </a:ext>
                    </a:extLst>
                  </a:blip>
                  <a:stretch>
                    <a:fillRect/>
                  </a:stretch>
                </pic:blipFill>
                <pic:spPr>
                  <a:xfrm>
                    <a:off x="0" y="0"/>
                    <a:ext cx="1711684" cy="541756"/>
                  </a:xfrm>
                  <a:prstGeom prst="rect">
                    <a:avLst/>
                  </a:prstGeom>
                </pic:spPr>
              </pic:pic>
            </a:graphicData>
          </a:graphic>
        </wp:inline>
      </w:drawing>
    </w:r>
  </w:p>
  <w:p w14:paraId="14247C82" w14:textId="77777777" w:rsidR="00AC0AC5" w:rsidRPr="00AC0AC5" w:rsidRDefault="00AC0AC5" w:rsidP="00AC0AC5">
    <w:pPr>
      <w:spacing w:line="360" w:lineRule="auto"/>
      <w:ind w:right="1417"/>
      <w:jc w:val="both"/>
      <w:rPr>
        <w:rFonts w:ascii="Frutiger Neue LT Pro Light" w:hAnsi="Frutiger Neue LT Pro Light" w:cs="Arial"/>
        <w:sz w:val="32"/>
        <w:szCs w:val="32"/>
      </w:rPr>
    </w:pPr>
    <w:r w:rsidRPr="00AC0AC5">
      <w:rPr>
        <w:rFonts w:ascii="Frutiger Neue LT Pro Light" w:hAnsi="Frutiger Neue LT Pro Light" w:cs="Arial"/>
        <w:sz w:val="32"/>
        <w:szCs w:val="32"/>
      </w:rPr>
      <w:t>PRESSE</w:t>
    </w:r>
    <w:r w:rsidR="00426CC8">
      <w:rPr>
        <w:rFonts w:ascii="Frutiger Neue LT Pro Light" w:hAnsi="Frutiger Neue LT Pro Light" w:cs="Arial"/>
        <w:sz w:val="32"/>
        <w:szCs w:val="32"/>
      </w:rPr>
      <w:t>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94CB0"/>
    <w:multiLevelType w:val="hybridMultilevel"/>
    <w:tmpl w:val="68CAA9E2"/>
    <w:lvl w:ilvl="0" w:tplc="67F45398">
      <w:numFmt w:val="bullet"/>
      <w:lvlText w:val="-"/>
      <w:lvlJc w:val="left"/>
      <w:pPr>
        <w:ind w:left="720" w:hanging="360"/>
      </w:pPr>
      <w:rPr>
        <w:rFonts w:ascii="Frutiger Neue LT Pro Light" w:eastAsia="Times New Roman" w:hAnsi="Frutiger Neue LT Pro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EA1BD5"/>
    <w:multiLevelType w:val="hybridMultilevel"/>
    <w:tmpl w:val="BF580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124D09"/>
    <w:multiLevelType w:val="hybridMultilevel"/>
    <w:tmpl w:val="F2A41664"/>
    <w:lvl w:ilvl="0" w:tplc="20AA8530">
      <w:start w:val="1933"/>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0C1FEA"/>
    <w:multiLevelType w:val="hybridMultilevel"/>
    <w:tmpl w:val="F2A082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0CD01DE"/>
    <w:multiLevelType w:val="hybridMultilevel"/>
    <w:tmpl w:val="AAD8AE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0AC59A4"/>
    <w:multiLevelType w:val="hybridMultilevel"/>
    <w:tmpl w:val="56F8F2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E6E101D"/>
    <w:multiLevelType w:val="multilevel"/>
    <w:tmpl w:val="D1BEE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03066030">
    <w:abstractNumId w:val="2"/>
  </w:num>
  <w:num w:numId="2" w16cid:durableId="1721435727">
    <w:abstractNumId w:val="5"/>
  </w:num>
  <w:num w:numId="3" w16cid:durableId="1407655367">
    <w:abstractNumId w:val="4"/>
  </w:num>
  <w:num w:numId="4" w16cid:durableId="277378549">
    <w:abstractNumId w:val="1"/>
  </w:num>
  <w:num w:numId="5" w16cid:durableId="743333402">
    <w:abstractNumId w:val="6"/>
  </w:num>
  <w:num w:numId="6" w16cid:durableId="17390884">
    <w:abstractNumId w:val="0"/>
  </w:num>
  <w:num w:numId="7" w16cid:durableId="10255926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64F"/>
    <w:rsid w:val="000001A4"/>
    <w:rsid w:val="00024B4F"/>
    <w:rsid w:val="0003059D"/>
    <w:rsid w:val="00034025"/>
    <w:rsid w:val="00035EDC"/>
    <w:rsid w:val="000368A1"/>
    <w:rsid w:val="00037622"/>
    <w:rsid w:val="00037F25"/>
    <w:rsid w:val="00045A26"/>
    <w:rsid w:val="000509F7"/>
    <w:rsid w:val="00051494"/>
    <w:rsid w:val="00053613"/>
    <w:rsid w:val="00055EA8"/>
    <w:rsid w:val="00057A3B"/>
    <w:rsid w:val="00067154"/>
    <w:rsid w:val="00073A8F"/>
    <w:rsid w:val="00073CE9"/>
    <w:rsid w:val="00076F73"/>
    <w:rsid w:val="0007721C"/>
    <w:rsid w:val="00077DF7"/>
    <w:rsid w:val="000816CD"/>
    <w:rsid w:val="00084C97"/>
    <w:rsid w:val="000924F5"/>
    <w:rsid w:val="000931CC"/>
    <w:rsid w:val="00093778"/>
    <w:rsid w:val="00093B92"/>
    <w:rsid w:val="00095B86"/>
    <w:rsid w:val="000A4BA9"/>
    <w:rsid w:val="000A6909"/>
    <w:rsid w:val="000B4B4C"/>
    <w:rsid w:val="000C7600"/>
    <w:rsid w:val="000D05BF"/>
    <w:rsid w:val="000E50BD"/>
    <w:rsid w:val="000E675F"/>
    <w:rsid w:val="000F0EE2"/>
    <w:rsid w:val="000F46CD"/>
    <w:rsid w:val="000F5A60"/>
    <w:rsid w:val="00102D6B"/>
    <w:rsid w:val="001128D2"/>
    <w:rsid w:val="001172CC"/>
    <w:rsid w:val="00123312"/>
    <w:rsid w:val="001237B4"/>
    <w:rsid w:val="00123DE2"/>
    <w:rsid w:val="0013034A"/>
    <w:rsid w:val="00135A62"/>
    <w:rsid w:val="00143B7A"/>
    <w:rsid w:val="00144000"/>
    <w:rsid w:val="00145D31"/>
    <w:rsid w:val="001469B3"/>
    <w:rsid w:val="0016391A"/>
    <w:rsid w:val="001639A4"/>
    <w:rsid w:val="00175BF6"/>
    <w:rsid w:val="00180774"/>
    <w:rsid w:val="00181BA9"/>
    <w:rsid w:val="00183528"/>
    <w:rsid w:val="001861FF"/>
    <w:rsid w:val="00186739"/>
    <w:rsid w:val="001920BC"/>
    <w:rsid w:val="00192E49"/>
    <w:rsid w:val="001931FA"/>
    <w:rsid w:val="001942BC"/>
    <w:rsid w:val="0019455A"/>
    <w:rsid w:val="001A07C3"/>
    <w:rsid w:val="001A6078"/>
    <w:rsid w:val="001B1DD4"/>
    <w:rsid w:val="001B3616"/>
    <w:rsid w:val="001C1272"/>
    <w:rsid w:val="001C17F2"/>
    <w:rsid w:val="001C1B2E"/>
    <w:rsid w:val="001C31D9"/>
    <w:rsid w:val="001D0D7B"/>
    <w:rsid w:val="001D7032"/>
    <w:rsid w:val="001E76F1"/>
    <w:rsid w:val="001E7B16"/>
    <w:rsid w:val="001F66E6"/>
    <w:rsid w:val="00200F3C"/>
    <w:rsid w:val="00203BD1"/>
    <w:rsid w:val="00210488"/>
    <w:rsid w:val="00213067"/>
    <w:rsid w:val="00217E78"/>
    <w:rsid w:val="002242CB"/>
    <w:rsid w:val="00225440"/>
    <w:rsid w:val="00235B59"/>
    <w:rsid w:val="00251063"/>
    <w:rsid w:val="00272E1E"/>
    <w:rsid w:val="00277CDA"/>
    <w:rsid w:val="0029258F"/>
    <w:rsid w:val="002B2AA6"/>
    <w:rsid w:val="002C102D"/>
    <w:rsid w:val="002C4273"/>
    <w:rsid w:val="002C6259"/>
    <w:rsid w:val="002D44C7"/>
    <w:rsid w:val="002D5475"/>
    <w:rsid w:val="002E1166"/>
    <w:rsid w:val="002E3D53"/>
    <w:rsid w:val="00304E97"/>
    <w:rsid w:val="00310E6E"/>
    <w:rsid w:val="0031354E"/>
    <w:rsid w:val="00313D62"/>
    <w:rsid w:val="00315D46"/>
    <w:rsid w:val="003209C7"/>
    <w:rsid w:val="003209EB"/>
    <w:rsid w:val="003249CF"/>
    <w:rsid w:val="00324B35"/>
    <w:rsid w:val="00332A34"/>
    <w:rsid w:val="00333326"/>
    <w:rsid w:val="003355B5"/>
    <w:rsid w:val="003403ED"/>
    <w:rsid w:val="00344B53"/>
    <w:rsid w:val="00351661"/>
    <w:rsid w:val="00352E19"/>
    <w:rsid w:val="0035515C"/>
    <w:rsid w:val="0036358C"/>
    <w:rsid w:val="00367EF6"/>
    <w:rsid w:val="00383A31"/>
    <w:rsid w:val="003873B2"/>
    <w:rsid w:val="00393672"/>
    <w:rsid w:val="003A031A"/>
    <w:rsid w:val="003B0DA8"/>
    <w:rsid w:val="003B36FD"/>
    <w:rsid w:val="003B4A68"/>
    <w:rsid w:val="003B6377"/>
    <w:rsid w:val="003C3095"/>
    <w:rsid w:val="003D43AF"/>
    <w:rsid w:val="003E4AE3"/>
    <w:rsid w:val="003F29D1"/>
    <w:rsid w:val="0040427D"/>
    <w:rsid w:val="0040432C"/>
    <w:rsid w:val="00415BD4"/>
    <w:rsid w:val="00417F8A"/>
    <w:rsid w:val="00426CC8"/>
    <w:rsid w:val="00427C98"/>
    <w:rsid w:val="00430755"/>
    <w:rsid w:val="0043174F"/>
    <w:rsid w:val="00435C8B"/>
    <w:rsid w:val="00446AA4"/>
    <w:rsid w:val="00454A7A"/>
    <w:rsid w:val="0046269E"/>
    <w:rsid w:val="00465038"/>
    <w:rsid w:val="00476339"/>
    <w:rsid w:val="00492407"/>
    <w:rsid w:val="004A5549"/>
    <w:rsid w:val="004A7513"/>
    <w:rsid w:val="004B0817"/>
    <w:rsid w:val="004B1E78"/>
    <w:rsid w:val="004B4498"/>
    <w:rsid w:val="004B7E17"/>
    <w:rsid w:val="004E3A34"/>
    <w:rsid w:val="004E4EA0"/>
    <w:rsid w:val="004E670C"/>
    <w:rsid w:val="004F55D5"/>
    <w:rsid w:val="004F6F49"/>
    <w:rsid w:val="00506AA4"/>
    <w:rsid w:val="0051280E"/>
    <w:rsid w:val="0052686C"/>
    <w:rsid w:val="0053013F"/>
    <w:rsid w:val="00536C02"/>
    <w:rsid w:val="00537A6D"/>
    <w:rsid w:val="0054150F"/>
    <w:rsid w:val="00543D66"/>
    <w:rsid w:val="00552C78"/>
    <w:rsid w:val="00554FFE"/>
    <w:rsid w:val="00555109"/>
    <w:rsid w:val="00561691"/>
    <w:rsid w:val="005621F5"/>
    <w:rsid w:val="00563D29"/>
    <w:rsid w:val="00564693"/>
    <w:rsid w:val="0057498D"/>
    <w:rsid w:val="00581AC6"/>
    <w:rsid w:val="00585829"/>
    <w:rsid w:val="00586D7D"/>
    <w:rsid w:val="005901EB"/>
    <w:rsid w:val="005A0BD3"/>
    <w:rsid w:val="005A5815"/>
    <w:rsid w:val="005C343E"/>
    <w:rsid w:val="005C49B9"/>
    <w:rsid w:val="005D0F2C"/>
    <w:rsid w:val="005D7D7A"/>
    <w:rsid w:val="005E2BEA"/>
    <w:rsid w:val="005E7C47"/>
    <w:rsid w:val="00601BB7"/>
    <w:rsid w:val="00602407"/>
    <w:rsid w:val="00610D34"/>
    <w:rsid w:val="006149AC"/>
    <w:rsid w:val="00622E53"/>
    <w:rsid w:val="00630C1E"/>
    <w:rsid w:val="00635347"/>
    <w:rsid w:val="00640531"/>
    <w:rsid w:val="00646A0E"/>
    <w:rsid w:val="0065453E"/>
    <w:rsid w:val="00691BDB"/>
    <w:rsid w:val="006A268C"/>
    <w:rsid w:val="006A74DA"/>
    <w:rsid w:val="006B39E6"/>
    <w:rsid w:val="006B748B"/>
    <w:rsid w:val="006C03ED"/>
    <w:rsid w:val="006D0179"/>
    <w:rsid w:val="006D36E1"/>
    <w:rsid w:val="006D4C97"/>
    <w:rsid w:val="006D7561"/>
    <w:rsid w:val="006E00D8"/>
    <w:rsid w:val="006E2AE3"/>
    <w:rsid w:val="006E6DA5"/>
    <w:rsid w:val="006E7772"/>
    <w:rsid w:val="00720888"/>
    <w:rsid w:val="00722856"/>
    <w:rsid w:val="00722EF5"/>
    <w:rsid w:val="0072307B"/>
    <w:rsid w:val="00723AEE"/>
    <w:rsid w:val="00725519"/>
    <w:rsid w:val="00727F6F"/>
    <w:rsid w:val="00732789"/>
    <w:rsid w:val="00732D7D"/>
    <w:rsid w:val="00735C14"/>
    <w:rsid w:val="007402C9"/>
    <w:rsid w:val="00742037"/>
    <w:rsid w:val="0075358D"/>
    <w:rsid w:val="00754C84"/>
    <w:rsid w:val="00756E5F"/>
    <w:rsid w:val="007621C3"/>
    <w:rsid w:val="00764701"/>
    <w:rsid w:val="00764F78"/>
    <w:rsid w:val="007657DC"/>
    <w:rsid w:val="0077039F"/>
    <w:rsid w:val="007724A5"/>
    <w:rsid w:val="0077592A"/>
    <w:rsid w:val="00775E16"/>
    <w:rsid w:val="00777A5E"/>
    <w:rsid w:val="007805F1"/>
    <w:rsid w:val="007808EF"/>
    <w:rsid w:val="00781857"/>
    <w:rsid w:val="00781F41"/>
    <w:rsid w:val="007848D7"/>
    <w:rsid w:val="007A1B85"/>
    <w:rsid w:val="007A3B32"/>
    <w:rsid w:val="007C442F"/>
    <w:rsid w:val="007C7DDD"/>
    <w:rsid w:val="007D11D2"/>
    <w:rsid w:val="007D661E"/>
    <w:rsid w:val="007E1E99"/>
    <w:rsid w:val="007E359A"/>
    <w:rsid w:val="007F145C"/>
    <w:rsid w:val="007F5D67"/>
    <w:rsid w:val="007F7C16"/>
    <w:rsid w:val="008158E7"/>
    <w:rsid w:val="0081759E"/>
    <w:rsid w:val="00817801"/>
    <w:rsid w:val="00834AF2"/>
    <w:rsid w:val="00851F49"/>
    <w:rsid w:val="008709F1"/>
    <w:rsid w:val="008754AD"/>
    <w:rsid w:val="00875C01"/>
    <w:rsid w:val="008815F5"/>
    <w:rsid w:val="008858C6"/>
    <w:rsid w:val="00896FB0"/>
    <w:rsid w:val="008A00EE"/>
    <w:rsid w:val="008B2C12"/>
    <w:rsid w:val="008C66C1"/>
    <w:rsid w:val="008D19C3"/>
    <w:rsid w:val="008D3A41"/>
    <w:rsid w:val="008E37AA"/>
    <w:rsid w:val="008F2318"/>
    <w:rsid w:val="008F4A6C"/>
    <w:rsid w:val="0090031C"/>
    <w:rsid w:val="00904D42"/>
    <w:rsid w:val="009245E3"/>
    <w:rsid w:val="00924EAE"/>
    <w:rsid w:val="00925C4A"/>
    <w:rsid w:val="00925F79"/>
    <w:rsid w:val="0092605E"/>
    <w:rsid w:val="009327AC"/>
    <w:rsid w:val="0093403E"/>
    <w:rsid w:val="00936B76"/>
    <w:rsid w:val="00940153"/>
    <w:rsid w:val="00947D03"/>
    <w:rsid w:val="00952151"/>
    <w:rsid w:val="009530DE"/>
    <w:rsid w:val="00953663"/>
    <w:rsid w:val="009541F3"/>
    <w:rsid w:val="009555E7"/>
    <w:rsid w:val="00986910"/>
    <w:rsid w:val="00986946"/>
    <w:rsid w:val="00991850"/>
    <w:rsid w:val="00995D38"/>
    <w:rsid w:val="00996E78"/>
    <w:rsid w:val="00997A9C"/>
    <w:rsid w:val="009A1C09"/>
    <w:rsid w:val="009A1F92"/>
    <w:rsid w:val="009A24C7"/>
    <w:rsid w:val="009A254F"/>
    <w:rsid w:val="009D028F"/>
    <w:rsid w:val="009D5D21"/>
    <w:rsid w:val="009E3B9B"/>
    <w:rsid w:val="009E3D6B"/>
    <w:rsid w:val="009E4082"/>
    <w:rsid w:val="009F1A3A"/>
    <w:rsid w:val="009F40F2"/>
    <w:rsid w:val="00A039CA"/>
    <w:rsid w:val="00A06760"/>
    <w:rsid w:val="00A104C1"/>
    <w:rsid w:val="00A105CC"/>
    <w:rsid w:val="00A16D66"/>
    <w:rsid w:val="00A17371"/>
    <w:rsid w:val="00A26C7C"/>
    <w:rsid w:val="00A27074"/>
    <w:rsid w:val="00A31742"/>
    <w:rsid w:val="00A3240E"/>
    <w:rsid w:val="00A35D99"/>
    <w:rsid w:val="00A363E6"/>
    <w:rsid w:val="00A37E8C"/>
    <w:rsid w:val="00A41B1C"/>
    <w:rsid w:val="00A4537F"/>
    <w:rsid w:val="00A54973"/>
    <w:rsid w:val="00A57B5E"/>
    <w:rsid w:val="00A615DF"/>
    <w:rsid w:val="00A70FE1"/>
    <w:rsid w:val="00A71632"/>
    <w:rsid w:val="00A73EFE"/>
    <w:rsid w:val="00A855D0"/>
    <w:rsid w:val="00A8739C"/>
    <w:rsid w:val="00A917A8"/>
    <w:rsid w:val="00AA1EB5"/>
    <w:rsid w:val="00AB0C3B"/>
    <w:rsid w:val="00AB117D"/>
    <w:rsid w:val="00AB6076"/>
    <w:rsid w:val="00AC0AC5"/>
    <w:rsid w:val="00AC0CB4"/>
    <w:rsid w:val="00AC4D74"/>
    <w:rsid w:val="00AD5EED"/>
    <w:rsid w:val="00AD684A"/>
    <w:rsid w:val="00AE1C20"/>
    <w:rsid w:val="00AF2E5E"/>
    <w:rsid w:val="00AF32B7"/>
    <w:rsid w:val="00AF670D"/>
    <w:rsid w:val="00B03647"/>
    <w:rsid w:val="00B04BA5"/>
    <w:rsid w:val="00B10FA0"/>
    <w:rsid w:val="00B11537"/>
    <w:rsid w:val="00B16B81"/>
    <w:rsid w:val="00B217B3"/>
    <w:rsid w:val="00B23352"/>
    <w:rsid w:val="00B233DE"/>
    <w:rsid w:val="00B26282"/>
    <w:rsid w:val="00B3283A"/>
    <w:rsid w:val="00B35298"/>
    <w:rsid w:val="00B4185A"/>
    <w:rsid w:val="00B47010"/>
    <w:rsid w:val="00B518C0"/>
    <w:rsid w:val="00B56E54"/>
    <w:rsid w:val="00B608C6"/>
    <w:rsid w:val="00B64514"/>
    <w:rsid w:val="00B660D6"/>
    <w:rsid w:val="00B6630C"/>
    <w:rsid w:val="00B73785"/>
    <w:rsid w:val="00B77F69"/>
    <w:rsid w:val="00B81866"/>
    <w:rsid w:val="00B8553C"/>
    <w:rsid w:val="00B860E8"/>
    <w:rsid w:val="00B9756E"/>
    <w:rsid w:val="00BA2F68"/>
    <w:rsid w:val="00BA358B"/>
    <w:rsid w:val="00BA4F3A"/>
    <w:rsid w:val="00BB590A"/>
    <w:rsid w:val="00BB592B"/>
    <w:rsid w:val="00BB709C"/>
    <w:rsid w:val="00BB7D9F"/>
    <w:rsid w:val="00BC011C"/>
    <w:rsid w:val="00BD1912"/>
    <w:rsid w:val="00BD1BEC"/>
    <w:rsid w:val="00BD481B"/>
    <w:rsid w:val="00BD5EE4"/>
    <w:rsid w:val="00BE2DF2"/>
    <w:rsid w:val="00BE5989"/>
    <w:rsid w:val="00BE5C59"/>
    <w:rsid w:val="00BE7FC2"/>
    <w:rsid w:val="00BF5FEB"/>
    <w:rsid w:val="00C1702D"/>
    <w:rsid w:val="00C34C77"/>
    <w:rsid w:val="00C50AFD"/>
    <w:rsid w:val="00C535E1"/>
    <w:rsid w:val="00C554DB"/>
    <w:rsid w:val="00C64DA0"/>
    <w:rsid w:val="00C714B2"/>
    <w:rsid w:val="00C774A8"/>
    <w:rsid w:val="00C80349"/>
    <w:rsid w:val="00C81EEA"/>
    <w:rsid w:val="00C82C40"/>
    <w:rsid w:val="00C85187"/>
    <w:rsid w:val="00C863D2"/>
    <w:rsid w:val="00C86DEB"/>
    <w:rsid w:val="00C94D2E"/>
    <w:rsid w:val="00CA19B4"/>
    <w:rsid w:val="00CA55A1"/>
    <w:rsid w:val="00CB164F"/>
    <w:rsid w:val="00CB7BDB"/>
    <w:rsid w:val="00CC295D"/>
    <w:rsid w:val="00CE0A17"/>
    <w:rsid w:val="00CF12FA"/>
    <w:rsid w:val="00CF2A8A"/>
    <w:rsid w:val="00CF4B4C"/>
    <w:rsid w:val="00D05A82"/>
    <w:rsid w:val="00D119D3"/>
    <w:rsid w:val="00D15041"/>
    <w:rsid w:val="00D1660F"/>
    <w:rsid w:val="00D25414"/>
    <w:rsid w:val="00D27CF8"/>
    <w:rsid w:val="00D31B96"/>
    <w:rsid w:val="00D37567"/>
    <w:rsid w:val="00D44866"/>
    <w:rsid w:val="00D4486E"/>
    <w:rsid w:val="00D51F81"/>
    <w:rsid w:val="00D53B8B"/>
    <w:rsid w:val="00D60CF6"/>
    <w:rsid w:val="00D7293D"/>
    <w:rsid w:val="00D76989"/>
    <w:rsid w:val="00D81462"/>
    <w:rsid w:val="00D8373F"/>
    <w:rsid w:val="00D94EA4"/>
    <w:rsid w:val="00D97E85"/>
    <w:rsid w:val="00DA12DE"/>
    <w:rsid w:val="00DA7776"/>
    <w:rsid w:val="00DC236E"/>
    <w:rsid w:val="00DC73E8"/>
    <w:rsid w:val="00DD3E66"/>
    <w:rsid w:val="00DE013A"/>
    <w:rsid w:val="00DE13BB"/>
    <w:rsid w:val="00DE1C0A"/>
    <w:rsid w:val="00DE309D"/>
    <w:rsid w:val="00DF2A29"/>
    <w:rsid w:val="00DF3FE3"/>
    <w:rsid w:val="00DF6643"/>
    <w:rsid w:val="00DF7C1C"/>
    <w:rsid w:val="00E12BC1"/>
    <w:rsid w:val="00E176D6"/>
    <w:rsid w:val="00E250B5"/>
    <w:rsid w:val="00E256AE"/>
    <w:rsid w:val="00E3116F"/>
    <w:rsid w:val="00E35B9F"/>
    <w:rsid w:val="00E40D12"/>
    <w:rsid w:val="00E41A8B"/>
    <w:rsid w:val="00E4232A"/>
    <w:rsid w:val="00E47F92"/>
    <w:rsid w:val="00E51912"/>
    <w:rsid w:val="00E522E3"/>
    <w:rsid w:val="00E61C99"/>
    <w:rsid w:val="00E6262E"/>
    <w:rsid w:val="00E63728"/>
    <w:rsid w:val="00E76FF6"/>
    <w:rsid w:val="00E80EF2"/>
    <w:rsid w:val="00E85524"/>
    <w:rsid w:val="00E85C2C"/>
    <w:rsid w:val="00E86D58"/>
    <w:rsid w:val="00E90EC6"/>
    <w:rsid w:val="00E939A5"/>
    <w:rsid w:val="00E96322"/>
    <w:rsid w:val="00E97224"/>
    <w:rsid w:val="00EA0492"/>
    <w:rsid w:val="00EA43C3"/>
    <w:rsid w:val="00EB2CCB"/>
    <w:rsid w:val="00EB67B6"/>
    <w:rsid w:val="00EC1228"/>
    <w:rsid w:val="00EC6CC2"/>
    <w:rsid w:val="00EC7304"/>
    <w:rsid w:val="00ED6580"/>
    <w:rsid w:val="00EE0D84"/>
    <w:rsid w:val="00EE1AD3"/>
    <w:rsid w:val="00EF0F26"/>
    <w:rsid w:val="00EF616C"/>
    <w:rsid w:val="00F006E7"/>
    <w:rsid w:val="00F022DC"/>
    <w:rsid w:val="00F05DF0"/>
    <w:rsid w:val="00F06F64"/>
    <w:rsid w:val="00F106FD"/>
    <w:rsid w:val="00F23304"/>
    <w:rsid w:val="00F3067A"/>
    <w:rsid w:val="00F34E24"/>
    <w:rsid w:val="00F436EF"/>
    <w:rsid w:val="00F449C0"/>
    <w:rsid w:val="00F50A74"/>
    <w:rsid w:val="00F51B88"/>
    <w:rsid w:val="00F51EA1"/>
    <w:rsid w:val="00F539AC"/>
    <w:rsid w:val="00F54329"/>
    <w:rsid w:val="00F5797C"/>
    <w:rsid w:val="00F61AC0"/>
    <w:rsid w:val="00F61FE8"/>
    <w:rsid w:val="00F73E79"/>
    <w:rsid w:val="00F814C3"/>
    <w:rsid w:val="00F92D56"/>
    <w:rsid w:val="00F96787"/>
    <w:rsid w:val="00FA0CCF"/>
    <w:rsid w:val="00FB3981"/>
    <w:rsid w:val="00FB5604"/>
    <w:rsid w:val="00FC3B32"/>
    <w:rsid w:val="00FC68F2"/>
    <w:rsid w:val="00FD4A7C"/>
    <w:rsid w:val="00FE0C19"/>
    <w:rsid w:val="00FE1C12"/>
    <w:rsid w:val="00FE2F9B"/>
    <w:rsid w:val="00FE7B54"/>
    <w:rsid w:val="00FF678B"/>
    <w:rsid w:val="00FF73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933085"/>
  <w15:docId w15:val="{7721EA57-7F87-48FD-829B-A610E0045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B7D9F"/>
    <w:rPr>
      <w:rFonts w:ascii="Arial" w:hAnsi="Arial"/>
      <w:sz w:val="24"/>
      <w:szCs w:val="24"/>
    </w:rPr>
  </w:style>
  <w:style w:type="paragraph" w:styleId="berschrift1">
    <w:name w:val="heading 1"/>
    <w:basedOn w:val="Standard"/>
    <w:next w:val="Standard"/>
    <w:qFormat/>
    <w:pPr>
      <w:keepNext/>
      <w:spacing w:line="360" w:lineRule="auto"/>
      <w:ind w:right="1633"/>
      <w:jc w:val="both"/>
      <w:outlineLvl w:val="0"/>
    </w:pPr>
    <w:rPr>
      <w:b/>
      <w:bCs/>
      <w:u w:val="single"/>
    </w:rPr>
  </w:style>
  <w:style w:type="paragraph" w:styleId="berschrift2">
    <w:name w:val="heading 2"/>
    <w:basedOn w:val="Standard"/>
    <w:next w:val="Standard"/>
    <w:qFormat/>
    <w:pPr>
      <w:keepNext/>
      <w:spacing w:line="360" w:lineRule="auto"/>
      <w:ind w:right="1633"/>
      <w:jc w:val="both"/>
      <w:outlineLvl w:val="1"/>
    </w:pPr>
    <w:rPr>
      <w:b/>
      <w:bCs/>
    </w:rPr>
  </w:style>
  <w:style w:type="paragraph" w:styleId="berschrift3">
    <w:name w:val="heading 3"/>
    <w:basedOn w:val="Standard"/>
    <w:next w:val="Standard"/>
    <w:qFormat/>
    <w:pPr>
      <w:keepNext/>
      <w:spacing w:line="360" w:lineRule="auto"/>
      <w:ind w:right="1633"/>
      <w:jc w:val="both"/>
      <w:outlineLvl w:val="2"/>
    </w:pPr>
    <w:rPr>
      <w:b/>
      <w:bCs/>
      <w:color w:val="000000"/>
      <w:szCs w:val="15"/>
    </w:rPr>
  </w:style>
  <w:style w:type="paragraph" w:styleId="berschrift6">
    <w:name w:val="heading 6"/>
    <w:basedOn w:val="Standard"/>
    <w:next w:val="Standard"/>
    <w:qFormat/>
    <w:pPr>
      <w:keepNext/>
      <w:tabs>
        <w:tab w:val="left" w:pos="6360"/>
      </w:tabs>
      <w:ind w:right="-16"/>
      <w:jc w:val="both"/>
      <w:outlineLvl w:val="5"/>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Textkrper">
    <w:name w:val="Body Text"/>
    <w:basedOn w:val="Standard"/>
    <w:pPr>
      <w:spacing w:line="360" w:lineRule="auto"/>
      <w:ind w:right="1633"/>
      <w:jc w:val="both"/>
    </w:pPr>
    <w:rPr>
      <w:b/>
      <w:bCs/>
    </w:rPr>
  </w:style>
  <w:style w:type="character" w:styleId="Hyperlink">
    <w:name w:val="Hyperlink"/>
    <w:rPr>
      <w:color w:val="0000FF"/>
      <w:u w:val="single"/>
    </w:rPr>
  </w:style>
  <w:style w:type="paragraph" w:styleId="Dokumentstruktur">
    <w:name w:val="Document Map"/>
    <w:basedOn w:val="Standard"/>
    <w:semiHidden/>
    <w:pPr>
      <w:shd w:val="clear" w:color="auto" w:fill="000080"/>
    </w:pPr>
    <w:rPr>
      <w:rFonts w:ascii="Tahoma" w:hAnsi="Tahoma" w:cs="Tahoma"/>
      <w:sz w:val="20"/>
      <w:szCs w:val="20"/>
    </w:rPr>
  </w:style>
  <w:style w:type="paragraph" w:styleId="Textkrper2">
    <w:name w:val="Body Text 2"/>
    <w:basedOn w:val="Standard"/>
    <w:rsid w:val="006D36E1"/>
    <w:pPr>
      <w:spacing w:after="120" w:line="480" w:lineRule="auto"/>
    </w:pPr>
  </w:style>
  <w:style w:type="paragraph" w:styleId="Textkrper3">
    <w:name w:val="Body Text 3"/>
    <w:basedOn w:val="Standard"/>
    <w:rsid w:val="006D36E1"/>
    <w:pPr>
      <w:spacing w:after="120"/>
    </w:pPr>
    <w:rPr>
      <w:sz w:val="16"/>
      <w:szCs w:val="16"/>
    </w:rPr>
  </w:style>
  <w:style w:type="character" w:styleId="Fett">
    <w:name w:val="Strong"/>
    <w:qFormat/>
    <w:rsid w:val="00B16B81"/>
    <w:rPr>
      <w:b/>
      <w:bCs/>
    </w:rPr>
  </w:style>
  <w:style w:type="paragraph" w:styleId="Sprechblasentext">
    <w:name w:val="Balloon Text"/>
    <w:basedOn w:val="Standard"/>
    <w:link w:val="SprechblasentextZchn"/>
    <w:rsid w:val="000A4BA9"/>
    <w:rPr>
      <w:rFonts w:ascii="Tahoma" w:hAnsi="Tahoma" w:cs="Tahoma"/>
      <w:sz w:val="16"/>
      <w:szCs w:val="16"/>
    </w:rPr>
  </w:style>
  <w:style w:type="character" w:customStyle="1" w:styleId="SprechblasentextZchn">
    <w:name w:val="Sprechblasentext Zchn"/>
    <w:link w:val="Sprechblasentext"/>
    <w:rsid w:val="000A4BA9"/>
    <w:rPr>
      <w:rFonts w:ascii="Tahoma" w:hAnsi="Tahoma" w:cs="Tahoma"/>
      <w:sz w:val="16"/>
      <w:szCs w:val="16"/>
    </w:rPr>
  </w:style>
  <w:style w:type="paragraph" w:styleId="Kopfzeile">
    <w:name w:val="header"/>
    <w:basedOn w:val="Standard"/>
    <w:link w:val="KopfzeileZchn"/>
    <w:rsid w:val="008A00EE"/>
    <w:pPr>
      <w:tabs>
        <w:tab w:val="center" w:pos="4536"/>
        <w:tab w:val="right" w:pos="9072"/>
      </w:tabs>
    </w:pPr>
  </w:style>
  <w:style w:type="character" w:customStyle="1" w:styleId="KopfzeileZchn">
    <w:name w:val="Kopfzeile Zchn"/>
    <w:link w:val="Kopfzeile"/>
    <w:rsid w:val="008A00EE"/>
    <w:rPr>
      <w:rFonts w:ascii="Arial" w:hAnsi="Arial"/>
      <w:sz w:val="24"/>
      <w:szCs w:val="24"/>
    </w:rPr>
  </w:style>
  <w:style w:type="character" w:styleId="Kommentarzeichen">
    <w:name w:val="annotation reference"/>
    <w:rsid w:val="00F3067A"/>
    <w:rPr>
      <w:sz w:val="16"/>
      <w:szCs w:val="16"/>
    </w:rPr>
  </w:style>
  <w:style w:type="paragraph" w:styleId="Kommentartext">
    <w:name w:val="annotation text"/>
    <w:basedOn w:val="Standard"/>
    <w:link w:val="KommentartextZchn"/>
    <w:rsid w:val="00F3067A"/>
    <w:rPr>
      <w:sz w:val="20"/>
      <w:szCs w:val="20"/>
    </w:rPr>
  </w:style>
  <w:style w:type="character" w:customStyle="1" w:styleId="KommentartextZchn">
    <w:name w:val="Kommentartext Zchn"/>
    <w:link w:val="Kommentartext"/>
    <w:rsid w:val="00F3067A"/>
    <w:rPr>
      <w:rFonts w:ascii="Arial" w:hAnsi="Arial"/>
    </w:rPr>
  </w:style>
  <w:style w:type="paragraph" w:styleId="Kommentarthema">
    <w:name w:val="annotation subject"/>
    <w:basedOn w:val="Kommentartext"/>
    <w:next w:val="Kommentartext"/>
    <w:link w:val="KommentarthemaZchn"/>
    <w:rsid w:val="00F3067A"/>
    <w:rPr>
      <w:b/>
      <w:bCs/>
    </w:rPr>
  </w:style>
  <w:style w:type="character" w:customStyle="1" w:styleId="KommentarthemaZchn">
    <w:name w:val="Kommentarthema Zchn"/>
    <w:link w:val="Kommentarthema"/>
    <w:rsid w:val="00F3067A"/>
    <w:rPr>
      <w:rFonts w:ascii="Arial" w:hAnsi="Arial"/>
      <w:b/>
      <w:bCs/>
    </w:rPr>
  </w:style>
  <w:style w:type="paragraph" w:styleId="StandardWeb">
    <w:name w:val="Normal (Web)"/>
    <w:basedOn w:val="Standard"/>
    <w:uiPriority w:val="99"/>
    <w:unhideWhenUsed/>
    <w:rsid w:val="00952151"/>
    <w:pPr>
      <w:spacing w:before="100" w:beforeAutospacing="1" w:after="100" w:afterAutospacing="1"/>
    </w:pPr>
    <w:rPr>
      <w:rFonts w:ascii="Times New Roman" w:hAnsi="Times New Roman"/>
    </w:rPr>
  </w:style>
  <w:style w:type="paragraph" w:styleId="berarbeitung">
    <w:name w:val="Revision"/>
    <w:hidden/>
    <w:uiPriority w:val="99"/>
    <w:semiHidden/>
    <w:rsid w:val="00304E97"/>
    <w:rPr>
      <w:rFonts w:ascii="Arial" w:hAnsi="Arial"/>
      <w:sz w:val="24"/>
      <w:szCs w:val="24"/>
    </w:rPr>
  </w:style>
  <w:style w:type="paragraph" w:customStyle="1" w:styleId="Default">
    <w:name w:val="Default"/>
    <w:rsid w:val="00C714B2"/>
    <w:pPr>
      <w:autoSpaceDE w:val="0"/>
      <w:autoSpaceDN w:val="0"/>
      <w:adjustRightInd w:val="0"/>
    </w:pPr>
    <w:rPr>
      <w:rFonts w:ascii="Arial" w:hAnsi="Arial" w:cs="Arial"/>
      <w:color w:val="000000"/>
      <w:sz w:val="24"/>
      <w:szCs w:val="24"/>
    </w:rPr>
  </w:style>
  <w:style w:type="character" w:customStyle="1" w:styleId="FuzeileZchn">
    <w:name w:val="Fußzeile Zchn"/>
    <w:link w:val="Fuzeile"/>
    <w:uiPriority w:val="99"/>
    <w:rsid w:val="00AC0AC5"/>
    <w:rPr>
      <w:rFonts w:ascii="Arial" w:hAnsi="Arial"/>
      <w:sz w:val="24"/>
      <w:szCs w:val="24"/>
    </w:rPr>
  </w:style>
  <w:style w:type="character" w:customStyle="1" w:styleId="ws-grey">
    <w:name w:val="ws-grey"/>
    <w:basedOn w:val="Absatz-Standardschriftart"/>
    <w:rsid w:val="00D76989"/>
  </w:style>
  <w:style w:type="character" w:styleId="HTMLAkronym">
    <w:name w:val="HTML Acronym"/>
    <w:basedOn w:val="Absatz-Standardschriftart"/>
    <w:uiPriority w:val="99"/>
    <w:unhideWhenUsed/>
    <w:rsid w:val="00D76989"/>
  </w:style>
  <w:style w:type="paragraph" w:styleId="Listenabsatz">
    <w:name w:val="List Paragraph"/>
    <w:basedOn w:val="Standard"/>
    <w:uiPriority w:val="34"/>
    <w:qFormat/>
    <w:rsid w:val="00C554DB"/>
    <w:pPr>
      <w:ind w:left="720"/>
      <w:contextualSpacing/>
    </w:pPr>
  </w:style>
  <w:style w:type="paragraph" w:styleId="Funotentext">
    <w:name w:val="footnote text"/>
    <w:basedOn w:val="Standard"/>
    <w:link w:val="FunotentextZchn"/>
    <w:rsid w:val="00AA1EB5"/>
    <w:rPr>
      <w:sz w:val="20"/>
      <w:szCs w:val="20"/>
    </w:rPr>
  </w:style>
  <w:style w:type="character" w:customStyle="1" w:styleId="FunotentextZchn">
    <w:name w:val="Fußnotentext Zchn"/>
    <w:basedOn w:val="Absatz-Standardschriftart"/>
    <w:link w:val="Funotentext"/>
    <w:rsid w:val="00AA1EB5"/>
    <w:rPr>
      <w:rFonts w:ascii="Arial" w:hAnsi="Arial"/>
    </w:rPr>
  </w:style>
  <w:style w:type="character" w:styleId="Funotenzeichen">
    <w:name w:val="footnote reference"/>
    <w:basedOn w:val="Absatz-Standardschriftart"/>
    <w:rsid w:val="00AA1EB5"/>
    <w:rPr>
      <w:vertAlign w:val="superscript"/>
    </w:rPr>
  </w:style>
  <w:style w:type="character" w:styleId="BesuchterLink">
    <w:name w:val="FollowedHyperlink"/>
    <w:basedOn w:val="Absatz-Standardschriftart"/>
    <w:rsid w:val="00720888"/>
    <w:rPr>
      <w:color w:val="800080" w:themeColor="followedHyperlink"/>
      <w:u w:val="single"/>
    </w:rPr>
  </w:style>
  <w:style w:type="character" w:styleId="NichtaufgelsteErwhnung">
    <w:name w:val="Unresolved Mention"/>
    <w:basedOn w:val="Absatz-Standardschriftart"/>
    <w:uiPriority w:val="99"/>
    <w:semiHidden/>
    <w:unhideWhenUsed/>
    <w:rsid w:val="00D05A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476004">
      <w:bodyDiv w:val="1"/>
      <w:marLeft w:val="0"/>
      <w:marRight w:val="0"/>
      <w:marTop w:val="0"/>
      <w:marBottom w:val="0"/>
      <w:divBdr>
        <w:top w:val="none" w:sz="0" w:space="0" w:color="auto"/>
        <w:left w:val="none" w:sz="0" w:space="0" w:color="auto"/>
        <w:bottom w:val="none" w:sz="0" w:space="0" w:color="auto"/>
        <w:right w:val="none" w:sz="0" w:space="0" w:color="auto"/>
      </w:divBdr>
    </w:div>
    <w:div w:id="733360867">
      <w:bodyDiv w:val="1"/>
      <w:marLeft w:val="0"/>
      <w:marRight w:val="0"/>
      <w:marTop w:val="0"/>
      <w:marBottom w:val="0"/>
      <w:divBdr>
        <w:top w:val="none" w:sz="0" w:space="0" w:color="auto"/>
        <w:left w:val="none" w:sz="0" w:space="0" w:color="auto"/>
        <w:bottom w:val="none" w:sz="0" w:space="0" w:color="auto"/>
        <w:right w:val="none" w:sz="0" w:space="0" w:color="auto"/>
      </w:divBdr>
      <w:divsChild>
        <w:div w:id="1862235581">
          <w:marLeft w:val="0"/>
          <w:marRight w:val="0"/>
          <w:marTop w:val="360"/>
          <w:marBottom w:val="100"/>
          <w:divBdr>
            <w:top w:val="none" w:sz="0" w:space="0" w:color="auto"/>
            <w:left w:val="none" w:sz="0" w:space="0" w:color="auto"/>
            <w:bottom w:val="none" w:sz="0" w:space="0" w:color="auto"/>
            <w:right w:val="none" w:sz="0" w:space="0" w:color="auto"/>
          </w:divBdr>
          <w:divsChild>
            <w:div w:id="531844791">
              <w:marLeft w:val="0"/>
              <w:marRight w:val="0"/>
              <w:marTop w:val="0"/>
              <w:marBottom w:val="0"/>
              <w:divBdr>
                <w:top w:val="none" w:sz="0" w:space="0" w:color="auto"/>
                <w:left w:val="none" w:sz="0" w:space="0" w:color="auto"/>
                <w:bottom w:val="none" w:sz="0" w:space="0" w:color="auto"/>
                <w:right w:val="none" w:sz="0" w:space="0" w:color="auto"/>
              </w:divBdr>
              <w:divsChild>
                <w:div w:id="1333221750">
                  <w:marLeft w:val="0"/>
                  <w:marRight w:val="0"/>
                  <w:marTop w:val="0"/>
                  <w:marBottom w:val="0"/>
                  <w:divBdr>
                    <w:top w:val="none" w:sz="0" w:space="0" w:color="auto"/>
                    <w:left w:val="none" w:sz="0" w:space="0" w:color="auto"/>
                    <w:bottom w:val="none" w:sz="0" w:space="0" w:color="auto"/>
                    <w:right w:val="none" w:sz="0" w:space="0" w:color="auto"/>
                  </w:divBdr>
                  <w:divsChild>
                    <w:div w:id="461579052">
                      <w:marLeft w:val="0"/>
                      <w:marRight w:val="0"/>
                      <w:marTop w:val="100"/>
                      <w:marBottom w:val="100"/>
                      <w:divBdr>
                        <w:top w:val="none" w:sz="0" w:space="0" w:color="auto"/>
                        <w:left w:val="none" w:sz="0" w:space="0" w:color="auto"/>
                        <w:bottom w:val="none" w:sz="0" w:space="0" w:color="auto"/>
                        <w:right w:val="none" w:sz="0" w:space="0" w:color="auto"/>
                      </w:divBdr>
                      <w:divsChild>
                        <w:div w:id="1801874377">
                          <w:marLeft w:val="300"/>
                          <w:marRight w:val="150"/>
                          <w:marTop w:val="0"/>
                          <w:marBottom w:val="300"/>
                          <w:divBdr>
                            <w:top w:val="none" w:sz="0" w:space="0" w:color="auto"/>
                            <w:left w:val="none" w:sz="0" w:space="0" w:color="auto"/>
                            <w:bottom w:val="none" w:sz="0" w:space="0" w:color="auto"/>
                            <w:right w:val="none" w:sz="0" w:space="0" w:color="auto"/>
                          </w:divBdr>
                          <w:divsChild>
                            <w:div w:id="38726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801906">
      <w:bodyDiv w:val="1"/>
      <w:marLeft w:val="0"/>
      <w:marRight w:val="0"/>
      <w:marTop w:val="0"/>
      <w:marBottom w:val="0"/>
      <w:divBdr>
        <w:top w:val="none" w:sz="0" w:space="0" w:color="auto"/>
        <w:left w:val="none" w:sz="0" w:space="0" w:color="auto"/>
        <w:bottom w:val="none" w:sz="0" w:space="0" w:color="auto"/>
        <w:right w:val="none" w:sz="0" w:space="0" w:color="auto"/>
      </w:divBdr>
    </w:div>
    <w:div w:id="924151554">
      <w:bodyDiv w:val="1"/>
      <w:marLeft w:val="0"/>
      <w:marRight w:val="0"/>
      <w:marTop w:val="0"/>
      <w:marBottom w:val="0"/>
      <w:divBdr>
        <w:top w:val="none" w:sz="0" w:space="0" w:color="auto"/>
        <w:left w:val="none" w:sz="0" w:space="0" w:color="auto"/>
        <w:bottom w:val="none" w:sz="0" w:space="0" w:color="auto"/>
        <w:right w:val="none" w:sz="0" w:space="0" w:color="auto"/>
      </w:divBdr>
    </w:div>
    <w:div w:id="974918269">
      <w:bodyDiv w:val="1"/>
      <w:marLeft w:val="0"/>
      <w:marRight w:val="0"/>
      <w:marTop w:val="0"/>
      <w:marBottom w:val="0"/>
      <w:divBdr>
        <w:top w:val="none" w:sz="0" w:space="0" w:color="auto"/>
        <w:left w:val="none" w:sz="0" w:space="0" w:color="auto"/>
        <w:bottom w:val="none" w:sz="0" w:space="0" w:color="auto"/>
        <w:right w:val="none" w:sz="0" w:space="0" w:color="auto"/>
      </w:divBdr>
    </w:div>
    <w:div w:id="1013261093">
      <w:bodyDiv w:val="1"/>
      <w:marLeft w:val="0"/>
      <w:marRight w:val="0"/>
      <w:marTop w:val="0"/>
      <w:marBottom w:val="0"/>
      <w:divBdr>
        <w:top w:val="none" w:sz="0" w:space="0" w:color="auto"/>
        <w:left w:val="none" w:sz="0" w:space="0" w:color="auto"/>
        <w:bottom w:val="none" w:sz="0" w:space="0" w:color="auto"/>
        <w:right w:val="none" w:sz="0" w:space="0" w:color="auto"/>
      </w:divBdr>
    </w:div>
    <w:div w:id="1196501780">
      <w:bodyDiv w:val="1"/>
      <w:marLeft w:val="0"/>
      <w:marRight w:val="0"/>
      <w:marTop w:val="0"/>
      <w:marBottom w:val="0"/>
      <w:divBdr>
        <w:top w:val="none" w:sz="0" w:space="0" w:color="auto"/>
        <w:left w:val="none" w:sz="0" w:space="0" w:color="auto"/>
        <w:bottom w:val="none" w:sz="0" w:space="0" w:color="auto"/>
        <w:right w:val="none" w:sz="0" w:space="0" w:color="auto"/>
      </w:divBdr>
    </w:div>
    <w:div w:id="166004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esse@erlus.com"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k2283\Documents\Benutzerdefinierte%20Office-Vorlagen\2026_Pressemitteilung.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B58C8-DA0F-4189-B507-6ADDB038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2026_Pressemitteilung.dotx</Template>
  <TotalTime>0</TotalTime>
  <Pages>4</Pages>
  <Words>549</Words>
  <Characters>3597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Pressemitteilung</vt:lpstr>
    </vt:vector>
  </TitlesOfParts>
  <Company>Engel - Zimmermann</Company>
  <LinksUpToDate>false</LinksUpToDate>
  <CharactersWithSpaces>4138</CharactersWithSpaces>
  <SharedDoc>false</SharedDoc>
  <HLinks>
    <vt:vector size="18" baseType="variant">
      <vt:variant>
        <vt:i4>6225942</vt:i4>
      </vt:variant>
      <vt:variant>
        <vt:i4>6</vt:i4>
      </vt:variant>
      <vt:variant>
        <vt:i4>0</vt:i4>
      </vt:variant>
      <vt:variant>
        <vt:i4>5</vt:i4>
      </vt:variant>
      <vt:variant>
        <vt:lpwstr>http://www.erlus.com/</vt:lpwstr>
      </vt:variant>
      <vt:variant>
        <vt:lpwstr/>
      </vt:variant>
      <vt:variant>
        <vt:i4>131127</vt:i4>
      </vt:variant>
      <vt:variant>
        <vt:i4>3</vt:i4>
      </vt:variant>
      <vt:variant>
        <vt:i4>0</vt:i4>
      </vt:variant>
      <vt:variant>
        <vt:i4>5</vt:i4>
      </vt:variant>
      <vt:variant>
        <vt:lpwstr>mailto:presse@erlus.com</vt:lpwstr>
      </vt:variant>
      <vt:variant>
        <vt:lpwstr/>
      </vt:variant>
      <vt:variant>
        <vt:i4>6225942</vt:i4>
      </vt:variant>
      <vt:variant>
        <vt:i4>0</vt:i4>
      </vt:variant>
      <vt:variant>
        <vt:i4>0</vt:i4>
      </vt:variant>
      <vt:variant>
        <vt:i4>5</vt:i4>
      </vt:variant>
      <vt:variant>
        <vt:lpwstr>http://www.erlus.com/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Marklstorfer, Bianca</dc:creator>
  <cp:lastModifiedBy>Marklstorfer, Bianca</cp:lastModifiedBy>
  <cp:revision>22</cp:revision>
  <cp:lastPrinted>2020-01-16T08:35:00Z</cp:lastPrinted>
  <dcterms:created xsi:type="dcterms:W3CDTF">2025-12-16T09:08:00Z</dcterms:created>
  <dcterms:modified xsi:type="dcterms:W3CDTF">2026-01-15T10:09:00Z</dcterms:modified>
</cp:coreProperties>
</file>